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C48EB" w14:textId="65A49D00" w:rsidR="000B489C" w:rsidRPr="001415E6" w:rsidRDefault="003E0BEB" w:rsidP="00031DD6">
      <w:pPr>
        <w:rPr>
          <w:rFonts w:ascii="Calibri" w:hAnsi="Calibri"/>
        </w:rPr>
      </w:pPr>
      <w:r w:rsidRPr="001415E6">
        <w:rPr>
          <w:rFonts w:ascii="Calibri" w:hAnsi="Calibri"/>
        </w:rPr>
        <w:t>Name: _________________________________</w:t>
      </w:r>
      <w:r w:rsidRPr="001415E6">
        <w:rPr>
          <w:rFonts w:ascii="Calibri" w:hAnsi="Calibri"/>
        </w:rPr>
        <w:tab/>
      </w:r>
      <w:r w:rsidR="00BD30A6">
        <w:rPr>
          <w:rFonts w:ascii="Calibri" w:hAnsi="Calibri"/>
        </w:rPr>
        <w:tab/>
      </w:r>
      <w:r w:rsidRPr="001415E6">
        <w:rPr>
          <w:rFonts w:ascii="Calibri" w:hAnsi="Calibri"/>
        </w:rPr>
        <w:t>Period: _______</w:t>
      </w:r>
      <w:r w:rsidRPr="001415E6">
        <w:rPr>
          <w:rFonts w:ascii="Calibri" w:hAnsi="Calibri"/>
        </w:rPr>
        <w:tab/>
      </w:r>
      <w:r w:rsidR="00031DD6" w:rsidRPr="001415E6">
        <w:rPr>
          <w:rFonts w:ascii="Calibri" w:hAnsi="Calibri"/>
        </w:rPr>
        <w:tab/>
      </w:r>
      <w:r w:rsidRPr="001415E6">
        <w:rPr>
          <w:rFonts w:ascii="Calibri" w:hAnsi="Calibri"/>
        </w:rPr>
        <w:t>Date: _____________</w:t>
      </w:r>
    </w:p>
    <w:p w14:paraId="1386207D" w14:textId="77777777" w:rsidR="003E0BEB" w:rsidRPr="001415E6" w:rsidRDefault="003E0BEB" w:rsidP="00031DD6">
      <w:pPr>
        <w:rPr>
          <w:rFonts w:ascii="Calibri" w:hAnsi="Calibri"/>
        </w:rPr>
      </w:pPr>
    </w:p>
    <w:p w14:paraId="1B9908F8" w14:textId="77777777" w:rsidR="003E0BEB" w:rsidRPr="001415E6" w:rsidRDefault="00031DD6" w:rsidP="00031DD6">
      <w:pPr>
        <w:jc w:val="center"/>
        <w:rPr>
          <w:rFonts w:ascii="Calibri" w:hAnsi="Calibri"/>
          <w:b/>
          <w:sz w:val="36"/>
          <w:szCs w:val="36"/>
        </w:rPr>
      </w:pPr>
      <w:r w:rsidRPr="001415E6">
        <w:rPr>
          <w:rFonts w:ascii="Calibri" w:hAnsi="Calibri"/>
          <w:b/>
          <w:sz w:val="36"/>
          <w:szCs w:val="36"/>
        </w:rPr>
        <w:t>Chemical Bonding Practice Test</w:t>
      </w:r>
    </w:p>
    <w:p w14:paraId="58F9D65A" w14:textId="77777777" w:rsidR="00E53046" w:rsidRPr="001415E6" w:rsidRDefault="00E53046" w:rsidP="00031DD6">
      <w:pPr>
        <w:rPr>
          <w:rFonts w:ascii="Calibri" w:hAnsi="Calibri"/>
        </w:rPr>
      </w:pPr>
    </w:p>
    <w:p w14:paraId="4333FFDA" w14:textId="77777777" w:rsidR="00031DD6" w:rsidRPr="006671D4" w:rsidRDefault="00031DD6" w:rsidP="00031DD6">
      <w:pPr>
        <w:rPr>
          <w:rFonts w:ascii="Calibri" w:hAnsi="Calibri"/>
          <w:b/>
          <w:sz w:val="28"/>
          <w:szCs w:val="28"/>
        </w:rPr>
      </w:pPr>
      <w:r w:rsidRPr="006671D4">
        <w:rPr>
          <w:rFonts w:ascii="Calibri" w:hAnsi="Calibri"/>
          <w:b/>
          <w:sz w:val="28"/>
          <w:szCs w:val="28"/>
        </w:rPr>
        <w:t>Part 1: Properties of Ionic, Covalent, and Metallic Bonds</w:t>
      </w:r>
    </w:p>
    <w:p w14:paraId="3CEB2B7B" w14:textId="3C6B1EA0" w:rsidR="00031DD6" w:rsidRPr="001415E6" w:rsidRDefault="00031DD6" w:rsidP="00031DD6">
      <w:pPr>
        <w:rPr>
          <w:rFonts w:ascii="Calibri" w:hAnsi="Calibri"/>
        </w:rPr>
      </w:pPr>
      <w:r w:rsidRPr="001415E6">
        <w:rPr>
          <w:rFonts w:ascii="Calibri" w:hAnsi="Calibri"/>
        </w:rPr>
        <w:t xml:space="preserve">Write the </w:t>
      </w:r>
      <w:r w:rsidRPr="001415E6">
        <w:rPr>
          <w:rFonts w:ascii="Calibri" w:hAnsi="Calibri"/>
          <w:u w:val="single"/>
        </w:rPr>
        <w:t>number</w:t>
      </w:r>
      <w:r w:rsidRPr="001415E6">
        <w:rPr>
          <w:rFonts w:ascii="Calibri" w:hAnsi="Calibri"/>
        </w:rPr>
        <w:t xml:space="preserve"> of each property </w:t>
      </w:r>
      <w:r w:rsidR="002F73E2">
        <w:rPr>
          <w:rFonts w:ascii="Calibri" w:hAnsi="Calibri"/>
        </w:rPr>
        <w:t>in</w:t>
      </w:r>
      <w:r w:rsidRPr="001415E6">
        <w:rPr>
          <w:rFonts w:ascii="Calibri" w:hAnsi="Calibri"/>
        </w:rPr>
        <w:t xml:space="preserve"> the appropriate </w:t>
      </w:r>
      <w:r w:rsidR="008A14B6" w:rsidRPr="001415E6">
        <w:rPr>
          <w:rFonts w:ascii="Calibri" w:hAnsi="Calibri"/>
        </w:rPr>
        <w:t>box</w:t>
      </w:r>
      <w:r w:rsidRPr="001415E6">
        <w:rPr>
          <w:rFonts w:ascii="Calibri" w:hAnsi="Calibri"/>
        </w:rPr>
        <w:t>.</w:t>
      </w:r>
    </w:p>
    <w:p w14:paraId="3BD890C1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  <w:sectPr w:rsidR="0072136A" w:rsidSect="001415E6">
          <w:footerReference w:type="even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BF281D9" w14:textId="71C208CD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lastRenderedPageBreak/>
        <w:t>Bond between a metal and a metal</w:t>
      </w:r>
    </w:p>
    <w:p w14:paraId="616C30A8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Bond between a metal and a nonmetal</w:t>
      </w:r>
    </w:p>
    <w:p w14:paraId="0E937A2C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Bond between free-floating valence electrons and </w:t>
      </w:r>
      <w:r>
        <w:rPr>
          <w:rFonts w:ascii="Calibri" w:hAnsi="Calibri"/>
          <w:sz w:val="21"/>
          <w:szCs w:val="21"/>
        </w:rPr>
        <w:lastRenderedPageBreak/>
        <w:t>positively-charged metal ions</w:t>
      </w:r>
    </w:p>
    <w:p w14:paraId="4AC294FE" w14:textId="77777777" w:rsidR="0072136A" w:rsidRDefault="0072136A" w:rsidP="0072136A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Brittle</w:t>
      </w:r>
    </w:p>
    <w:p w14:paraId="25DAB828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Crystalline</w:t>
      </w:r>
    </w:p>
    <w:p w14:paraId="52D78EE0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Ductile</w:t>
      </w:r>
    </w:p>
    <w:p w14:paraId="329117FE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Electrons are shared</w:t>
      </w:r>
    </w:p>
    <w:p w14:paraId="03524557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lastRenderedPageBreak/>
        <w:t>Electrons are transferred from the metal to the nonmetal</w:t>
      </w:r>
    </w:p>
    <w:p w14:paraId="063ADAD3" w14:textId="77777777" w:rsidR="0072136A" w:rsidRDefault="0072136A" w:rsidP="00031DD6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Malleable</w:t>
      </w:r>
    </w:p>
    <w:p w14:paraId="1AE97752" w14:textId="77777777" w:rsidR="0072136A" w:rsidRDefault="0072136A" w:rsidP="0072136A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Name using prefixes</w:t>
      </w:r>
    </w:p>
    <w:p w14:paraId="099344C6" w14:textId="77777777" w:rsidR="0072136A" w:rsidRDefault="0072136A" w:rsidP="0072136A">
      <w:pPr>
        <w:pStyle w:val="ListParagraph"/>
        <w:numPr>
          <w:ilvl w:val="0"/>
          <w:numId w:val="6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Soluble in water</w:t>
      </w:r>
    </w:p>
    <w:p w14:paraId="7A2ED7BE" w14:textId="77777777" w:rsidR="0072136A" w:rsidRDefault="0072136A" w:rsidP="0072136A">
      <w:pPr>
        <w:pStyle w:val="ListParagraph"/>
        <w:rPr>
          <w:rFonts w:ascii="Calibri" w:hAnsi="Calibri"/>
          <w:sz w:val="21"/>
          <w:szCs w:val="21"/>
        </w:rPr>
        <w:sectPr w:rsidR="0072136A" w:rsidSect="0072136A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64270DDF" w14:textId="7E360A1C" w:rsidR="0072136A" w:rsidRPr="0072136A" w:rsidRDefault="0072136A" w:rsidP="0072136A">
      <w:pPr>
        <w:pStyle w:val="ListParagraph"/>
        <w:rPr>
          <w:rFonts w:ascii="Calibri" w:hAnsi="Calibri"/>
          <w:sz w:val="21"/>
          <w:szCs w:val="2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06"/>
        <w:gridCol w:w="2706"/>
        <w:gridCol w:w="2706"/>
      </w:tblGrid>
      <w:tr w:rsidR="00031DD6" w:rsidRPr="001415E6" w14:paraId="45B8C83B" w14:textId="77777777" w:rsidTr="00031DD6">
        <w:trPr>
          <w:jc w:val="center"/>
        </w:trPr>
        <w:tc>
          <w:tcPr>
            <w:tcW w:w="2706" w:type="dxa"/>
          </w:tcPr>
          <w:p w14:paraId="412D751A" w14:textId="77777777" w:rsidR="00031DD6" w:rsidRPr="001415E6" w:rsidRDefault="00031DD6" w:rsidP="008A14B6">
            <w:pPr>
              <w:jc w:val="center"/>
              <w:rPr>
                <w:rFonts w:ascii="Calibri" w:hAnsi="Calibri"/>
              </w:rPr>
            </w:pPr>
            <w:r w:rsidRPr="001415E6">
              <w:rPr>
                <w:rFonts w:ascii="Calibri" w:hAnsi="Calibri"/>
              </w:rPr>
              <w:t>Covalent Bonds</w:t>
            </w:r>
          </w:p>
        </w:tc>
        <w:tc>
          <w:tcPr>
            <w:tcW w:w="2706" w:type="dxa"/>
          </w:tcPr>
          <w:p w14:paraId="07F25006" w14:textId="77777777" w:rsidR="00031DD6" w:rsidRPr="001415E6" w:rsidRDefault="00031DD6" w:rsidP="008A14B6">
            <w:pPr>
              <w:jc w:val="center"/>
              <w:rPr>
                <w:rFonts w:ascii="Calibri" w:hAnsi="Calibri"/>
              </w:rPr>
            </w:pPr>
            <w:r w:rsidRPr="001415E6">
              <w:rPr>
                <w:rFonts w:ascii="Calibri" w:hAnsi="Calibri"/>
              </w:rPr>
              <w:t>Ionic Bonds</w:t>
            </w:r>
          </w:p>
        </w:tc>
        <w:tc>
          <w:tcPr>
            <w:tcW w:w="2706" w:type="dxa"/>
          </w:tcPr>
          <w:p w14:paraId="75F4A708" w14:textId="77777777" w:rsidR="00031DD6" w:rsidRPr="001415E6" w:rsidRDefault="00031DD6" w:rsidP="008A14B6">
            <w:pPr>
              <w:jc w:val="center"/>
              <w:rPr>
                <w:rFonts w:ascii="Calibri" w:hAnsi="Calibri"/>
              </w:rPr>
            </w:pPr>
            <w:r w:rsidRPr="001415E6">
              <w:rPr>
                <w:rFonts w:ascii="Calibri" w:hAnsi="Calibri"/>
              </w:rPr>
              <w:t>Metallic Bonds</w:t>
            </w:r>
          </w:p>
        </w:tc>
      </w:tr>
      <w:tr w:rsidR="00031DD6" w:rsidRPr="001415E6" w14:paraId="5F8BA3FD" w14:textId="77777777" w:rsidTr="00031DD6">
        <w:trPr>
          <w:jc w:val="center"/>
        </w:trPr>
        <w:tc>
          <w:tcPr>
            <w:tcW w:w="2706" w:type="dxa"/>
          </w:tcPr>
          <w:p w14:paraId="5CE64FAE" w14:textId="77777777" w:rsidR="00031DD6" w:rsidRPr="001415E6" w:rsidRDefault="00031DD6" w:rsidP="00031DD6">
            <w:pPr>
              <w:rPr>
                <w:rFonts w:ascii="Calibri" w:hAnsi="Calibri"/>
              </w:rPr>
            </w:pPr>
          </w:p>
          <w:p w14:paraId="0A8BB4A9" w14:textId="77777777" w:rsidR="00031DD6" w:rsidRPr="001415E6" w:rsidRDefault="00031DD6" w:rsidP="00031DD6">
            <w:pPr>
              <w:rPr>
                <w:rFonts w:ascii="Calibri" w:hAnsi="Calibri"/>
              </w:rPr>
            </w:pPr>
          </w:p>
          <w:p w14:paraId="2C9E60D5" w14:textId="77777777" w:rsidR="00031DD6" w:rsidRPr="001415E6" w:rsidRDefault="00031DD6" w:rsidP="00031DD6">
            <w:pPr>
              <w:rPr>
                <w:rFonts w:ascii="Calibri" w:hAnsi="Calibri"/>
              </w:rPr>
            </w:pPr>
          </w:p>
          <w:p w14:paraId="52F59003" w14:textId="77777777" w:rsidR="00031DD6" w:rsidRDefault="00031DD6" w:rsidP="00031DD6">
            <w:pPr>
              <w:rPr>
                <w:rFonts w:ascii="Calibri" w:hAnsi="Calibri"/>
              </w:rPr>
            </w:pPr>
          </w:p>
          <w:p w14:paraId="721792B9" w14:textId="77777777" w:rsidR="0072136A" w:rsidRDefault="0072136A" w:rsidP="00031DD6">
            <w:pPr>
              <w:rPr>
                <w:rFonts w:ascii="Calibri" w:hAnsi="Calibri"/>
              </w:rPr>
            </w:pPr>
          </w:p>
          <w:p w14:paraId="0D64C968" w14:textId="77777777" w:rsidR="0072136A" w:rsidRPr="001415E6" w:rsidRDefault="0072136A" w:rsidP="00031DD6">
            <w:pPr>
              <w:rPr>
                <w:rFonts w:ascii="Calibri" w:hAnsi="Calibri"/>
              </w:rPr>
            </w:pPr>
          </w:p>
          <w:p w14:paraId="31A2AB9E" w14:textId="77777777" w:rsidR="00031DD6" w:rsidRPr="001415E6" w:rsidRDefault="00031DD6" w:rsidP="00031DD6">
            <w:pPr>
              <w:rPr>
                <w:rFonts w:ascii="Calibri" w:hAnsi="Calibri"/>
              </w:rPr>
            </w:pPr>
          </w:p>
        </w:tc>
        <w:tc>
          <w:tcPr>
            <w:tcW w:w="2706" w:type="dxa"/>
          </w:tcPr>
          <w:p w14:paraId="489E8EC9" w14:textId="77777777" w:rsidR="00031DD6" w:rsidRPr="001415E6" w:rsidRDefault="00031DD6" w:rsidP="00031DD6">
            <w:pPr>
              <w:rPr>
                <w:rFonts w:ascii="Calibri" w:hAnsi="Calibri"/>
              </w:rPr>
            </w:pPr>
          </w:p>
        </w:tc>
        <w:tc>
          <w:tcPr>
            <w:tcW w:w="2706" w:type="dxa"/>
          </w:tcPr>
          <w:p w14:paraId="05D88C51" w14:textId="77777777" w:rsidR="00031DD6" w:rsidRPr="001415E6" w:rsidRDefault="00031DD6" w:rsidP="00031DD6">
            <w:pPr>
              <w:rPr>
                <w:rFonts w:ascii="Calibri" w:hAnsi="Calibri"/>
              </w:rPr>
            </w:pPr>
          </w:p>
        </w:tc>
      </w:tr>
    </w:tbl>
    <w:p w14:paraId="0B1F1354" w14:textId="77777777" w:rsidR="008A14B6" w:rsidRDefault="008A14B6" w:rsidP="00031DD6">
      <w:pPr>
        <w:rPr>
          <w:rFonts w:ascii="Calibri" w:hAnsi="Calibri"/>
        </w:rPr>
      </w:pPr>
    </w:p>
    <w:p w14:paraId="42353F01" w14:textId="77777777" w:rsidR="008F5559" w:rsidRDefault="008F5559" w:rsidP="008F5559">
      <w:pPr>
        <w:rPr>
          <w:rFonts w:ascii="Calibri" w:hAnsi="Calibri"/>
          <w:b/>
        </w:rPr>
      </w:pPr>
    </w:p>
    <w:p w14:paraId="0FBED9C4" w14:textId="77777777" w:rsidR="008F5559" w:rsidRPr="006671D4" w:rsidRDefault="008F5559" w:rsidP="009A45AB">
      <w:pPr>
        <w:rPr>
          <w:rFonts w:ascii="Calibri" w:hAnsi="Calibri"/>
          <w:b/>
          <w:sz w:val="28"/>
          <w:szCs w:val="28"/>
        </w:rPr>
      </w:pPr>
      <w:r w:rsidRPr="006671D4">
        <w:rPr>
          <w:rFonts w:ascii="Calibri" w:hAnsi="Calibri"/>
          <w:b/>
          <w:sz w:val="28"/>
          <w:szCs w:val="28"/>
        </w:rPr>
        <w:t>Part 2: Covalent Compounds</w:t>
      </w:r>
    </w:p>
    <w:p w14:paraId="27B4E3DC" w14:textId="77777777" w:rsidR="008F5559" w:rsidRPr="008F5559" w:rsidRDefault="008F5559" w:rsidP="009A45AB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 xml:space="preserve">Name the following covalent </w:t>
      </w:r>
      <w:r w:rsidRPr="008F5559">
        <w:rPr>
          <w:rFonts w:ascii="Calibri" w:hAnsi="Calibri"/>
        </w:rPr>
        <w:t>compounds.</w:t>
      </w:r>
    </w:p>
    <w:p w14:paraId="6196367A" w14:textId="27E1BD7D" w:rsidR="008F5559" w:rsidRPr="008F5559" w:rsidRDefault="008F5559" w:rsidP="009A45AB">
      <w:pPr>
        <w:pStyle w:val="ListParagraph"/>
        <w:numPr>
          <w:ilvl w:val="0"/>
          <w:numId w:val="14"/>
        </w:numPr>
        <w:spacing w:line="480" w:lineRule="auto"/>
        <w:rPr>
          <w:rFonts w:ascii="Calibri" w:hAnsi="Calibri"/>
        </w:rPr>
      </w:pPr>
      <w:r w:rsidRPr="008F5559">
        <w:rPr>
          <w:rFonts w:ascii="Calibri" w:hAnsi="Calibri"/>
        </w:rPr>
        <w:t>P</w:t>
      </w:r>
      <w:r w:rsidRPr="008F5559">
        <w:rPr>
          <w:rFonts w:ascii="Calibri" w:hAnsi="Calibri"/>
          <w:vertAlign w:val="subscript"/>
        </w:rPr>
        <w:t>2</w:t>
      </w:r>
      <w:r w:rsidRPr="008F5559">
        <w:rPr>
          <w:rFonts w:ascii="Calibri" w:hAnsi="Calibri"/>
        </w:rPr>
        <w:t>Br</w:t>
      </w:r>
      <w:r w:rsidRPr="008F5559">
        <w:rPr>
          <w:rFonts w:ascii="Calibri" w:hAnsi="Calibri"/>
          <w:vertAlign w:val="subscript"/>
        </w:rPr>
        <w:t>5</w:t>
      </w:r>
      <w:r w:rsidR="00475ACE">
        <w:rPr>
          <w:rFonts w:ascii="Calibri" w:hAnsi="Calibri"/>
        </w:rPr>
        <w:tab/>
      </w:r>
      <w:r w:rsidR="00475ACE">
        <w:rPr>
          <w:rFonts w:ascii="Calibri" w:hAnsi="Calibri"/>
        </w:rPr>
        <w:tab/>
      </w:r>
      <w:r w:rsidRPr="008F5559">
        <w:rPr>
          <w:rFonts w:ascii="Calibri" w:hAnsi="Calibri"/>
        </w:rPr>
        <w:t>_____________________________</w:t>
      </w:r>
      <w:r w:rsidR="00EB0F88">
        <w:rPr>
          <w:rFonts w:ascii="Calibri" w:hAnsi="Calibri"/>
        </w:rPr>
        <w:t>_________</w:t>
      </w:r>
      <w:r w:rsidRPr="008F5559">
        <w:rPr>
          <w:rFonts w:ascii="Calibri" w:hAnsi="Calibri"/>
        </w:rPr>
        <w:t>________________________</w:t>
      </w:r>
    </w:p>
    <w:p w14:paraId="5AB4D211" w14:textId="4886EE4F" w:rsidR="008F5559" w:rsidRPr="008F5559" w:rsidRDefault="008F5559" w:rsidP="009A45AB">
      <w:pPr>
        <w:pStyle w:val="ListParagraph"/>
        <w:numPr>
          <w:ilvl w:val="0"/>
          <w:numId w:val="14"/>
        </w:numPr>
        <w:spacing w:line="480" w:lineRule="auto"/>
        <w:rPr>
          <w:rFonts w:ascii="Calibri" w:hAnsi="Calibri"/>
        </w:rPr>
      </w:pPr>
      <w:r w:rsidRPr="008F5559">
        <w:rPr>
          <w:rFonts w:ascii="Calibri" w:hAnsi="Calibri"/>
        </w:rPr>
        <w:t>NH</w:t>
      </w:r>
      <w:r w:rsidRPr="008F5559">
        <w:rPr>
          <w:rFonts w:ascii="Calibri" w:hAnsi="Calibri"/>
          <w:vertAlign w:val="subscript"/>
        </w:rPr>
        <w:t>3</w:t>
      </w:r>
      <w:r w:rsidR="00475ACE">
        <w:rPr>
          <w:rFonts w:ascii="Calibri" w:hAnsi="Calibri"/>
        </w:rPr>
        <w:tab/>
      </w:r>
      <w:r w:rsidR="00475ACE">
        <w:rPr>
          <w:rFonts w:ascii="Calibri" w:hAnsi="Calibri"/>
        </w:rPr>
        <w:tab/>
      </w:r>
      <w:r w:rsidR="00475ACE" w:rsidRPr="008F5559">
        <w:rPr>
          <w:rFonts w:ascii="Calibri" w:hAnsi="Calibri"/>
        </w:rPr>
        <w:t>_____________________________</w:t>
      </w:r>
      <w:r w:rsidR="00475ACE">
        <w:rPr>
          <w:rFonts w:ascii="Calibri" w:hAnsi="Calibri"/>
        </w:rPr>
        <w:t>_________</w:t>
      </w:r>
      <w:r w:rsidR="00475ACE" w:rsidRPr="008F5559">
        <w:rPr>
          <w:rFonts w:ascii="Calibri" w:hAnsi="Calibri"/>
        </w:rPr>
        <w:t>________________________</w:t>
      </w:r>
    </w:p>
    <w:p w14:paraId="65EBB7A8" w14:textId="3E2B35F4" w:rsidR="008F5559" w:rsidRPr="008F5559" w:rsidRDefault="008F5559" w:rsidP="009A45AB">
      <w:pPr>
        <w:pStyle w:val="ListParagraph"/>
        <w:numPr>
          <w:ilvl w:val="0"/>
          <w:numId w:val="14"/>
        </w:numPr>
        <w:spacing w:line="480" w:lineRule="auto"/>
        <w:rPr>
          <w:rFonts w:ascii="Calibri" w:hAnsi="Calibri"/>
        </w:rPr>
      </w:pPr>
      <w:r w:rsidRPr="008F5559">
        <w:rPr>
          <w:rFonts w:ascii="Calibri" w:hAnsi="Calibri"/>
        </w:rPr>
        <w:t>Se</w:t>
      </w:r>
      <w:r w:rsidRPr="008F5559">
        <w:rPr>
          <w:rFonts w:ascii="Calibri" w:hAnsi="Calibri"/>
          <w:vertAlign w:val="subscript"/>
        </w:rPr>
        <w:t>2</w:t>
      </w:r>
      <w:r w:rsidRPr="008F5559">
        <w:rPr>
          <w:rFonts w:ascii="Calibri" w:hAnsi="Calibri"/>
        </w:rPr>
        <w:t>Cl</w:t>
      </w:r>
      <w:r w:rsidRPr="008F5559">
        <w:rPr>
          <w:rFonts w:ascii="Calibri" w:hAnsi="Calibri"/>
          <w:vertAlign w:val="subscript"/>
        </w:rPr>
        <w:t>7</w:t>
      </w:r>
      <w:r w:rsidR="00475ACE">
        <w:rPr>
          <w:rFonts w:ascii="Calibri" w:hAnsi="Calibri"/>
        </w:rPr>
        <w:tab/>
      </w:r>
      <w:r w:rsidR="00475ACE">
        <w:rPr>
          <w:rFonts w:ascii="Calibri" w:hAnsi="Calibri"/>
        </w:rPr>
        <w:tab/>
      </w:r>
      <w:r w:rsidR="00475ACE" w:rsidRPr="008F5559">
        <w:rPr>
          <w:rFonts w:ascii="Calibri" w:hAnsi="Calibri"/>
        </w:rPr>
        <w:t>_____________________________</w:t>
      </w:r>
      <w:r w:rsidR="00475ACE">
        <w:rPr>
          <w:rFonts w:ascii="Calibri" w:hAnsi="Calibri"/>
        </w:rPr>
        <w:t>_________</w:t>
      </w:r>
      <w:r w:rsidR="00475ACE" w:rsidRPr="008F5559">
        <w:rPr>
          <w:rFonts w:ascii="Calibri" w:hAnsi="Calibri"/>
        </w:rPr>
        <w:t>________________________</w:t>
      </w:r>
    </w:p>
    <w:p w14:paraId="1EF18DF0" w14:textId="6D014486" w:rsidR="008F5559" w:rsidRPr="008F5559" w:rsidRDefault="008F5559" w:rsidP="009A45AB">
      <w:pPr>
        <w:pStyle w:val="ListParagraph"/>
        <w:numPr>
          <w:ilvl w:val="0"/>
          <w:numId w:val="14"/>
        </w:numPr>
        <w:tabs>
          <w:tab w:val="left" w:pos="720"/>
        </w:tabs>
        <w:spacing w:line="480" w:lineRule="auto"/>
        <w:rPr>
          <w:rFonts w:ascii="Calibri" w:hAnsi="Calibri"/>
        </w:rPr>
      </w:pPr>
      <w:r w:rsidRPr="008F5559">
        <w:rPr>
          <w:rFonts w:ascii="Calibri" w:hAnsi="Calibri"/>
        </w:rPr>
        <w:t>N</w:t>
      </w:r>
      <w:r w:rsidRPr="008F5559">
        <w:rPr>
          <w:rFonts w:ascii="Calibri" w:hAnsi="Calibri"/>
          <w:vertAlign w:val="subscript"/>
        </w:rPr>
        <w:t>2</w:t>
      </w:r>
      <w:r w:rsidRPr="008F5559">
        <w:rPr>
          <w:rFonts w:ascii="Calibri" w:hAnsi="Calibri"/>
        </w:rPr>
        <w:t>O</w:t>
      </w:r>
      <w:r w:rsidRPr="008F5559">
        <w:rPr>
          <w:rFonts w:ascii="Calibri" w:hAnsi="Calibri"/>
          <w:vertAlign w:val="subscript"/>
        </w:rPr>
        <w:t>3</w:t>
      </w:r>
      <w:r w:rsidR="00475ACE">
        <w:rPr>
          <w:rFonts w:ascii="Calibri" w:hAnsi="Calibri"/>
        </w:rPr>
        <w:tab/>
      </w:r>
      <w:r w:rsidR="00475ACE">
        <w:rPr>
          <w:rFonts w:ascii="Calibri" w:hAnsi="Calibri"/>
        </w:rPr>
        <w:tab/>
      </w:r>
      <w:r w:rsidR="00475ACE" w:rsidRPr="008F5559">
        <w:rPr>
          <w:rFonts w:ascii="Calibri" w:hAnsi="Calibri"/>
        </w:rPr>
        <w:t>_____________________________</w:t>
      </w:r>
      <w:r w:rsidR="00475ACE">
        <w:rPr>
          <w:rFonts w:ascii="Calibri" w:hAnsi="Calibri"/>
        </w:rPr>
        <w:t>_________</w:t>
      </w:r>
      <w:r w:rsidR="00475ACE" w:rsidRPr="008F5559">
        <w:rPr>
          <w:rFonts w:ascii="Calibri" w:hAnsi="Calibri"/>
        </w:rPr>
        <w:t>________________________</w:t>
      </w:r>
    </w:p>
    <w:p w14:paraId="33DEE4DD" w14:textId="6367795C" w:rsidR="008F5559" w:rsidRPr="008F5559" w:rsidRDefault="008F5559" w:rsidP="009A45AB">
      <w:pPr>
        <w:pStyle w:val="ListParagraph"/>
        <w:numPr>
          <w:ilvl w:val="0"/>
          <w:numId w:val="14"/>
        </w:numPr>
        <w:spacing w:line="480" w:lineRule="auto"/>
        <w:rPr>
          <w:rFonts w:ascii="Calibri" w:hAnsi="Calibri"/>
        </w:rPr>
      </w:pPr>
      <w:r w:rsidRPr="008F5559">
        <w:rPr>
          <w:rFonts w:ascii="Calibri" w:hAnsi="Calibri"/>
        </w:rPr>
        <w:t>CCl</w:t>
      </w:r>
      <w:r w:rsidRPr="008F5559">
        <w:rPr>
          <w:rFonts w:ascii="Calibri" w:hAnsi="Calibri"/>
          <w:vertAlign w:val="subscript"/>
        </w:rPr>
        <w:t>4</w:t>
      </w:r>
      <w:r w:rsidR="00475ACE">
        <w:rPr>
          <w:rFonts w:ascii="Calibri" w:hAnsi="Calibri"/>
        </w:rPr>
        <w:tab/>
      </w:r>
      <w:r w:rsidR="00475ACE">
        <w:rPr>
          <w:rFonts w:ascii="Calibri" w:hAnsi="Calibri"/>
        </w:rPr>
        <w:tab/>
      </w:r>
      <w:r w:rsidR="00475ACE" w:rsidRPr="008F5559">
        <w:rPr>
          <w:rFonts w:ascii="Calibri" w:hAnsi="Calibri"/>
        </w:rPr>
        <w:t>_____________________________</w:t>
      </w:r>
      <w:r w:rsidR="00475ACE">
        <w:rPr>
          <w:rFonts w:ascii="Calibri" w:hAnsi="Calibri"/>
        </w:rPr>
        <w:t>_________</w:t>
      </w:r>
      <w:r w:rsidR="00475ACE" w:rsidRPr="008F5559">
        <w:rPr>
          <w:rFonts w:ascii="Calibri" w:hAnsi="Calibri"/>
        </w:rPr>
        <w:t>________________________</w:t>
      </w:r>
    </w:p>
    <w:p w14:paraId="6E8F5A8B" w14:textId="77777777" w:rsidR="0072136A" w:rsidRDefault="0072136A" w:rsidP="009A45AB">
      <w:pPr>
        <w:spacing w:line="480" w:lineRule="auto"/>
        <w:rPr>
          <w:rFonts w:ascii="Calibri" w:hAnsi="Calibri"/>
        </w:rPr>
      </w:pPr>
    </w:p>
    <w:p w14:paraId="08FEC05D" w14:textId="0D5B86D0" w:rsidR="008F5559" w:rsidRPr="00475ACE" w:rsidRDefault="00475ACE" w:rsidP="009A45AB">
      <w:pPr>
        <w:spacing w:line="480" w:lineRule="auto"/>
        <w:rPr>
          <w:rFonts w:ascii="Calibri" w:hAnsi="Calibri"/>
        </w:rPr>
      </w:pPr>
      <w:r w:rsidRPr="00475ACE">
        <w:rPr>
          <w:rFonts w:ascii="Calibri" w:hAnsi="Calibri"/>
        </w:rPr>
        <w:t>Write the formulas for the following covalent compounds.</w:t>
      </w:r>
    </w:p>
    <w:p w14:paraId="79BB3376" w14:textId="77777777" w:rsidR="00BD30A6" w:rsidRDefault="00BD30A6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  <w:sectPr w:rsidR="00BD30A6" w:rsidSect="007213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3C5FAF" w14:textId="320836E7" w:rsidR="00475ACE" w:rsidRPr="00475ACE" w:rsidRDefault="00475ACE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475ACE">
        <w:rPr>
          <w:rFonts w:ascii="Calibri" w:hAnsi="Calibri"/>
        </w:rPr>
        <w:lastRenderedPageBreak/>
        <w:t>Sulfur trioxide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BD30A6">
        <w:rPr>
          <w:rFonts w:ascii="Calibri" w:hAnsi="Calibri"/>
        </w:rPr>
        <w:tab/>
        <w:t>____</w:t>
      </w:r>
      <w:r>
        <w:rPr>
          <w:rFonts w:ascii="Calibri" w:hAnsi="Calibri"/>
        </w:rPr>
        <w:t>________</w:t>
      </w:r>
    </w:p>
    <w:p w14:paraId="73FB0593" w14:textId="2976A43F" w:rsidR="00475ACE" w:rsidRPr="00475ACE" w:rsidRDefault="00475ACE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475ACE">
        <w:rPr>
          <w:rFonts w:ascii="Calibri" w:hAnsi="Calibri"/>
        </w:rPr>
        <w:t>Diphosphorous pentoxide</w:t>
      </w:r>
      <w:r w:rsidR="00BD30A6">
        <w:rPr>
          <w:rFonts w:ascii="Calibri" w:hAnsi="Calibri"/>
        </w:rPr>
        <w:tab/>
        <w:t>________</w:t>
      </w:r>
      <w:r>
        <w:rPr>
          <w:rFonts w:ascii="Calibri" w:hAnsi="Calibri"/>
        </w:rPr>
        <w:t>____</w:t>
      </w:r>
    </w:p>
    <w:p w14:paraId="4844FD55" w14:textId="3E147832" w:rsidR="00475ACE" w:rsidRPr="00475ACE" w:rsidRDefault="00475ACE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475ACE">
        <w:rPr>
          <w:rFonts w:ascii="Calibri" w:hAnsi="Calibri"/>
        </w:rPr>
        <w:t>Dihydrogen monoxide</w:t>
      </w:r>
      <w:r w:rsidR="00BD30A6">
        <w:rPr>
          <w:rFonts w:ascii="Calibri" w:hAnsi="Calibri"/>
        </w:rPr>
        <w:tab/>
        <w:t>______</w:t>
      </w:r>
      <w:r>
        <w:rPr>
          <w:rFonts w:ascii="Calibri" w:hAnsi="Calibri"/>
        </w:rPr>
        <w:t>______</w:t>
      </w:r>
    </w:p>
    <w:p w14:paraId="2D4750B3" w14:textId="5864D0F5" w:rsidR="00475ACE" w:rsidRPr="00475ACE" w:rsidRDefault="00475ACE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475ACE">
        <w:rPr>
          <w:rFonts w:ascii="Calibri" w:hAnsi="Calibri"/>
        </w:rPr>
        <w:lastRenderedPageBreak/>
        <w:t>Sulfur hexafluoride</w:t>
      </w:r>
      <w:r>
        <w:rPr>
          <w:rFonts w:ascii="Calibri" w:hAnsi="Calibri"/>
        </w:rPr>
        <w:tab/>
      </w:r>
      <w:r w:rsidR="00BD30A6">
        <w:rPr>
          <w:rFonts w:ascii="Calibri" w:hAnsi="Calibri"/>
        </w:rPr>
        <w:tab/>
        <w:t>_______</w:t>
      </w:r>
      <w:r>
        <w:rPr>
          <w:rFonts w:ascii="Calibri" w:hAnsi="Calibri"/>
        </w:rPr>
        <w:t>_____</w:t>
      </w:r>
    </w:p>
    <w:p w14:paraId="3EC3071B" w14:textId="5E9315A1" w:rsidR="00475ACE" w:rsidRDefault="00475ACE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Heptahydrogen</w:t>
      </w:r>
      <w:r w:rsidRPr="00475ACE">
        <w:rPr>
          <w:rFonts w:ascii="Calibri" w:hAnsi="Calibri"/>
        </w:rPr>
        <w:t xml:space="preserve"> tetrafluoride</w:t>
      </w:r>
      <w:r w:rsidR="00BD30A6">
        <w:rPr>
          <w:rFonts w:ascii="Calibri" w:hAnsi="Calibri"/>
        </w:rPr>
        <w:tab/>
        <w:t>________</w:t>
      </w:r>
      <w:r>
        <w:rPr>
          <w:rFonts w:ascii="Calibri" w:hAnsi="Calibri"/>
        </w:rPr>
        <w:t>____</w:t>
      </w:r>
    </w:p>
    <w:p w14:paraId="05798858" w14:textId="776FD962" w:rsidR="00475ACE" w:rsidRPr="00475ACE" w:rsidRDefault="00BD30A6" w:rsidP="009A45AB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Octanitrogen trioxide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</w:t>
      </w:r>
    </w:p>
    <w:p w14:paraId="59DF5621" w14:textId="77777777" w:rsidR="00BD30A6" w:rsidRDefault="00BD30A6" w:rsidP="009A45AB">
      <w:pPr>
        <w:spacing w:line="480" w:lineRule="auto"/>
        <w:rPr>
          <w:rFonts w:ascii="Calibri" w:hAnsi="Calibri"/>
        </w:rPr>
        <w:sectPr w:rsidR="00BD30A6" w:rsidSect="00BD30A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E7FE8D0" w14:textId="77777777" w:rsidR="00C51656" w:rsidRDefault="00C51656" w:rsidP="009A45AB">
      <w:pPr>
        <w:rPr>
          <w:rFonts w:ascii="Calibri" w:hAnsi="Calibri"/>
          <w:b/>
          <w:sz w:val="28"/>
          <w:szCs w:val="28"/>
        </w:rPr>
      </w:pPr>
    </w:p>
    <w:p w14:paraId="4F3708DB" w14:textId="2A63E1A6" w:rsidR="00475ACE" w:rsidRPr="006671D4" w:rsidRDefault="006671D4" w:rsidP="009A45AB">
      <w:pPr>
        <w:rPr>
          <w:rFonts w:ascii="Calibri" w:hAnsi="Calibri"/>
          <w:b/>
          <w:sz w:val="28"/>
          <w:szCs w:val="28"/>
        </w:rPr>
      </w:pPr>
      <w:r w:rsidRPr="006671D4">
        <w:rPr>
          <w:rFonts w:ascii="Calibri" w:hAnsi="Calibri"/>
          <w:b/>
          <w:sz w:val="28"/>
          <w:szCs w:val="28"/>
        </w:rPr>
        <w:lastRenderedPageBreak/>
        <w:t>Part 3: Simple Ionic Compounds</w:t>
      </w:r>
    </w:p>
    <w:p w14:paraId="54D46323" w14:textId="151E65DC" w:rsidR="006671D4" w:rsidRDefault="006671D4" w:rsidP="009A45AB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Name the following ionic compounds.</w:t>
      </w:r>
    </w:p>
    <w:p w14:paraId="56D7530F" w14:textId="77777777" w:rsidR="006671D4" w:rsidRDefault="006671D4" w:rsidP="009A45AB">
      <w:pPr>
        <w:pStyle w:val="ListParagraph"/>
        <w:numPr>
          <w:ilvl w:val="0"/>
          <w:numId w:val="16"/>
        </w:numPr>
        <w:spacing w:line="480" w:lineRule="auto"/>
        <w:rPr>
          <w:rFonts w:ascii="Calibri" w:hAnsi="Calibri"/>
        </w:rPr>
        <w:sectPr w:rsidR="006671D4" w:rsidSect="00BD30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18F64E5" w14:textId="65FAFF04" w:rsidR="006671D4" w:rsidRDefault="006671D4" w:rsidP="009A45AB">
      <w:pPr>
        <w:pStyle w:val="ListParagraph"/>
        <w:numPr>
          <w:ilvl w:val="0"/>
          <w:numId w:val="16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BaCl</w:t>
      </w:r>
      <w:r w:rsidRPr="006671D4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ab/>
        <w:t>______________________________</w:t>
      </w:r>
    </w:p>
    <w:p w14:paraId="1EAAF90A" w14:textId="6916249A" w:rsidR="006671D4" w:rsidRDefault="006671D4" w:rsidP="009A45AB">
      <w:pPr>
        <w:pStyle w:val="ListParagraph"/>
        <w:numPr>
          <w:ilvl w:val="0"/>
          <w:numId w:val="16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NaF</w:t>
      </w:r>
      <w:r>
        <w:rPr>
          <w:rFonts w:ascii="Calibri" w:hAnsi="Calibri"/>
        </w:rPr>
        <w:tab/>
        <w:t>______________________________</w:t>
      </w:r>
    </w:p>
    <w:p w14:paraId="20D540B9" w14:textId="11871438" w:rsidR="006671D4" w:rsidRDefault="006671D4" w:rsidP="009A45AB">
      <w:pPr>
        <w:pStyle w:val="ListParagraph"/>
        <w:numPr>
          <w:ilvl w:val="0"/>
          <w:numId w:val="16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Rb</w:t>
      </w:r>
      <w:r w:rsidRPr="006671D4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>N</w:t>
      </w:r>
      <w:r>
        <w:rPr>
          <w:rFonts w:ascii="Calibri" w:hAnsi="Calibri"/>
        </w:rPr>
        <w:tab/>
        <w:t>______________________________</w:t>
      </w:r>
    </w:p>
    <w:p w14:paraId="74DD5595" w14:textId="061F6DE2" w:rsidR="006671D4" w:rsidRPr="006671D4" w:rsidRDefault="006671D4" w:rsidP="009A45AB">
      <w:pPr>
        <w:pStyle w:val="ListParagraph"/>
        <w:numPr>
          <w:ilvl w:val="0"/>
          <w:numId w:val="16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Al</w:t>
      </w:r>
      <w:r w:rsidRPr="006671D4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S</w:t>
      </w:r>
      <w:r w:rsidRPr="006671D4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ab/>
        <w:t>______________________________</w:t>
      </w:r>
    </w:p>
    <w:p w14:paraId="44B4C51F" w14:textId="77777777" w:rsidR="006671D4" w:rsidRDefault="006671D4" w:rsidP="009A45AB">
      <w:pPr>
        <w:spacing w:line="480" w:lineRule="auto"/>
        <w:rPr>
          <w:rFonts w:ascii="Calibri" w:hAnsi="Calibri"/>
        </w:rPr>
        <w:sectPr w:rsidR="006671D4" w:rsidSect="006671D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0266D9A" w14:textId="138DD91A" w:rsidR="008F5559" w:rsidRDefault="006671D4" w:rsidP="009A45AB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Write the formulas for the following ionic compou</w:t>
      </w:r>
      <w:r w:rsidR="00B849DB">
        <w:rPr>
          <w:rFonts w:ascii="Calibri" w:hAnsi="Calibri"/>
        </w:rPr>
        <w:t>nds.</w:t>
      </w:r>
    </w:p>
    <w:p w14:paraId="139340D4" w14:textId="77777777" w:rsidR="002F73E2" w:rsidRDefault="002F73E2" w:rsidP="009A45AB">
      <w:pPr>
        <w:pStyle w:val="ListParagraph"/>
        <w:numPr>
          <w:ilvl w:val="0"/>
          <w:numId w:val="17"/>
        </w:numPr>
        <w:spacing w:line="480" w:lineRule="auto"/>
        <w:rPr>
          <w:rFonts w:ascii="Calibri" w:hAnsi="Calibri"/>
        </w:rPr>
        <w:sectPr w:rsidR="002F73E2" w:rsidSect="00BD30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3CE6E4C" w14:textId="0E84B152" w:rsidR="00B849DB" w:rsidRDefault="00B849DB" w:rsidP="00126E1C">
      <w:pPr>
        <w:pStyle w:val="ListParagraph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Magnesium oxide</w:t>
      </w:r>
      <w:r w:rsidR="002F73E2">
        <w:rPr>
          <w:rFonts w:ascii="Calibri" w:hAnsi="Calibri"/>
        </w:rPr>
        <w:tab/>
        <w:t>_________________</w:t>
      </w:r>
    </w:p>
    <w:p w14:paraId="020B99A7" w14:textId="77777777" w:rsidR="002F73E2" w:rsidRDefault="002F73E2" w:rsidP="00126E1C">
      <w:pPr>
        <w:pStyle w:val="ListParagraph"/>
        <w:rPr>
          <w:rFonts w:ascii="Calibri" w:hAnsi="Calibri"/>
        </w:rPr>
      </w:pPr>
    </w:p>
    <w:p w14:paraId="7CB668C5" w14:textId="77777777" w:rsidR="00126E1C" w:rsidRDefault="00126E1C" w:rsidP="00126E1C">
      <w:pPr>
        <w:pStyle w:val="ListParagraph"/>
        <w:rPr>
          <w:rFonts w:ascii="Calibri" w:hAnsi="Calibri"/>
        </w:rPr>
      </w:pPr>
    </w:p>
    <w:p w14:paraId="6166F908" w14:textId="4C1CBFFE" w:rsidR="00B849DB" w:rsidRDefault="00B849DB" w:rsidP="00126E1C">
      <w:pPr>
        <w:pStyle w:val="ListParagraph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Aluminum iodide</w:t>
      </w:r>
      <w:r w:rsidR="002F73E2">
        <w:rPr>
          <w:rFonts w:ascii="Calibri" w:hAnsi="Calibri"/>
        </w:rPr>
        <w:tab/>
        <w:t>_________________</w:t>
      </w:r>
    </w:p>
    <w:p w14:paraId="7CDE3A36" w14:textId="77777777" w:rsidR="00126E1C" w:rsidRDefault="00126E1C" w:rsidP="00126E1C">
      <w:pPr>
        <w:rPr>
          <w:rFonts w:ascii="Calibri" w:hAnsi="Calibri"/>
        </w:rPr>
      </w:pPr>
    </w:p>
    <w:p w14:paraId="5F4F08F7" w14:textId="77777777" w:rsidR="00126E1C" w:rsidRPr="00126E1C" w:rsidRDefault="00126E1C" w:rsidP="00126E1C">
      <w:pPr>
        <w:rPr>
          <w:rFonts w:ascii="Calibri" w:hAnsi="Calibri"/>
        </w:rPr>
      </w:pPr>
    </w:p>
    <w:p w14:paraId="6236DE57" w14:textId="63AA27FC" w:rsidR="002F73E2" w:rsidRDefault="002F73E2" w:rsidP="00126E1C">
      <w:pPr>
        <w:pStyle w:val="ListParagraph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Barium oxide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</w:t>
      </w:r>
    </w:p>
    <w:p w14:paraId="11CCD6C6" w14:textId="77777777" w:rsidR="002F73E2" w:rsidRDefault="002F73E2" w:rsidP="00126E1C">
      <w:pPr>
        <w:ind w:left="360"/>
        <w:rPr>
          <w:rFonts w:ascii="Calibri" w:hAnsi="Calibri"/>
        </w:rPr>
      </w:pPr>
    </w:p>
    <w:p w14:paraId="746C1224" w14:textId="77777777" w:rsidR="00126E1C" w:rsidRPr="002F73E2" w:rsidRDefault="00126E1C" w:rsidP="00126E1C">
      <w:pPr>
        <w:ind w:left="360"/>
        <w:rPr>
          <w:rFonts w:ascii="Calibri" w:hAnsi="Calibri"/>
        </w:rPr>
      </w:pPr>
    </w:p>
    <w:p w14:paraId="5752DCD2" w14:textId="70AC8496" w:rsidR="002F73E2" w:rsidRDefault="002F73E2" w:rsidP="00126E1C">
      <w:pPr>
        <w:pStyle w:val="ListParagraph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Sodium nitride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</w:t>
      </w:r>
    </w:p>
    <w:p w14:paraId="6DFC98F4" w14:textId="77777777" w:rsidR="002F73E2" w:rsidRDefault="002F73E2" w:rsidP="00126E1C">
      <w:pPr>
        <w:pStyle w:val="ListParagraph"/>
        <w:rPr>
          <w:rFonts w:ascii="Calibri" w:hAnsi="Calibri"/>
        </w:rPr>
      </w:pPr>
    </w:p>
    <w:p w14:paraId="7617D381" w14:textId="77777777" w:rsidR="00126E1C" w:rsidRDefault="00126E1C" w:rsidP="00126E1C">
      <w:pPr>
        <w:pStyle w:val="ListParagraph"/>
        <w:rPr>
          <w:rFonts w:ascii="Calibri" w:hAnsi="Calibri"/>
        </w:rPr>
      </w:pPr>
    </w:p>
    <w:p w14:paraId="6861F20A" w14:textId="77777777" w:rsidR="002F73E2" w:rsidRDefault="002F73E2" w:rsidP="009A45AB">
      <w:pPr>
        <w:spacing w:line="480" w:lineRule="auto"/>
        <w:rPr>
          <w:rFonts w:ascii="Calibri" w:hAnsi="Calibri"/>
        </w:rPr>
        <w:sectPr w:rsidR="002F73E2" w:rsidSect="002F73E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B682DF1" w14:textId="24CEB249" w:rsidR="002F73E2" w:rsidRPr="009A45AB" w:rsidRDefault="002F73E2" w:rsidP="009A45AB">
      <w:pPr>
        <w:rPr>
          <w:rFonts w:ascii="Calibri" w:hAnsi="Calibri"/>
          <w:b/>
          <w:sz w:val="28"/>
          <w:szCs w:val="28"/>
        </w:rPr>
      </w:pPr>
      <w:r w:rsidRPr="009A45AB">
        <w:rPr>
          <w:rFonts w:ascii="Calibri" w:hAnsi="Calibri"/>
          <w:b/>
          <w:sz w:val="28"/>
          <w:szCs w:val="28"/>
        </w:rPr>
        <w:t>Part 4: Ionic Compounds containing Transition Metals</w:t>
      </w:r>
    </w:p>
    <w:p w14:paraId="26983C09" w14:textId="77777777" w:rsidR="009416D4" w:rsidRDefault="009416D4" w:rsidP="009416D4">
      <w:pPr>
        <w:rPr>
          <w:rFonts w:ascii="Calibri" w:hAnsi="Calibri"/>
        </w:rPr>
      </w:pPr>
    </w:p>
    <w:p w14:paraId="7A53C812" w14:textId="77777777" w:rsidR="009A45AB" w:rsidRDefault="009A45AB" w:rsidP="009A45AB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Write the formulas for the following ionic compounds containing transition metals.</w:t>
      </w:r>
    </w:p>
    <w:p w14:paraId="7B0B811F" w14:textId="77777777" w:rsidR="00C51656" w:rsidRDefault="00C51656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  <w:sectPr w:rsidR="00C51656" w:rsidSect="00BD30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15C816" w14:textId="57EB5AE9" w:rsidR="009A45AB" w:rsidRPr="009A45AB" w:rsidRDefault="009A45AB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</w:pPr>
      <w:r>
        <w:rPr>
          <w:rFonts w:ascii="Calibri" w:hAnsi="Calibri"/>
        </w:rPr>
        <w:t>I</w:t>
      </w:r>
      <w:r w:rsidRPr="009A45AB">
        <w:rPr>
          <w:rFonts w:ascii="Calibri" w:hAnsi="Calibri"/>
        </w:rPr>
        <w:t>ron(II) oxide</w:t>
      </w:r>
      <w:r w:rsidR="00C51656">
        <w:rPr>
          <w:rFonts w:ascii="Calibri" w:hAnsi="Calibri"/>
        </w:rPr>
        <w:tab/>
      </w:r>
      <w:r w:rsidR="00C51656">
        <w:rPr>
          <w:rFonts w:ascii="Calibri" w:hAnsi="Calibri"/>
        </w:rPr>
        <w:tab/>
        <w:t>________________</w:t>
      </w:r>
    </w:p>
    <w:p w14:paraId="46B99707" w14:textId="404D9334" w:rsidR="009A45AB" w:rsidRPr="009A45AB" w:rsidRDefault="009A45AB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</w:pPr>
      <w:r>
        <w:rPr>
          <w:rFonts w:ascii="Calibri" w:hAnsi="Calibri"/>
        </w:rPr>
        <w:t>C</w:t>
      </w:r>
      <w:r w:rsidRPr="009A45AB">
        <w:rPr>
          <w:rFonts w:ascii="Calibri" w:hAnsi="Calibri"/>
        </w:rPr>
        <w:t>hromium(III) sulfide</w:t>
      </w:r>
      <w:r w:rsidR="00C51656">
        <w:rPr>
          <w:rFonts w:ascii="Calibri" w:hAnsi="Calibri"/>
        </w:rPr>
        <w:tab/>
        <w:t>________________</w:t>
      </w:r>
    </w:p>
    <w:p w14:paraId="0DCCEADE" w14:textId="72DA064F" w:rsidR="009A45AB" w:rsidRPr="009A45AB" w:rsidRDefault="009A45AB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</w:pPr>
      <w:r>
        <w:rPr>
          <w:rFonts w:ascii="Calibri" w:hAnsi="Calibri"/>
        </w:rPr>
        <w:t>C</w:t>
      </w:r>
      <w:r w:rsidRPr="009A45AB">
        <w:rPr>
          <w:rFonts w:ascii="Calibri" w:hAnsi="Calibri"/>
        </w:rPr>
        <w:t>opper(II) iodide</w:t>
      </w:r>
      <w:r w:rsidR="00C51656">
        <w:rPr>
          <w:rFonts w:ascii="Calibri" w:hAnsi="Calibri"/>
        </w:rPr>
        <w:tab/>
        <w:t>________________</w:t>
      </w:r>
    </w:p>
    <w:p w14:paraId="297BB425" w14:textId="3D7107E0" w:rsidR="009A45AB" w:rsidRPr="009A45AB" w:rsidRDefault="009A45AB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</w:pPr>
      <w:r>
        <w:rPr>
          <w:rFonts w:ascii="Calibri" w:hAnsi="Calibri"/>
        </w:rPr>
        <w:t>T</w:t>
      </w:r>
      <w:r w:rsidRPr="009A45AB">
        <w:rPr>
          <w:rFonts w:ascii="Calibri" w:hAnsi="Calibri"/>
        </w:rPr>
        <w:t>itanium(IV) oxide</w:t>
      </w:r>
      <w:r w:rsidR="00C51656">
        <w:rPr>
          <w:rFonts w:ascii="Calibri" w:hAnsi="Calibri"/>
        </w:rPr>
        <w:tab/>
        <w:t>________________</w:t>
      </w:r>
    </w:p>
    <w:p w14:paraId="3C884F0C" w14:textId="7E13012B" w:rsidR="009A45AB" w:rsidRPr="009A45AB" w:rsidRDefault="009A45AB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</w:pPr>
      <w:r>
        <w:rPr>
          <w:rFonts w:ascii="Calibri" w:hAnsi="Calibri"/>
        </w:rPr>
        <w:t>G</w:t>
      </w:r>
      <w:r w:rsidRPr="009A45AB">
        <w:rPr>
          <w:rFonts w:ascii="Calibri" w:hAnsi="Calibri"/>
        </w:rPr>
        <w:t>old(I) iodide</w:t>
      </w:r>
      <w:r w:rsidR="00C51656">
        <w:rPr>
          <w:rFonts w:ascii="Calibri" w:hAnsi="Calibri"/>
        </w:rPr>
        <w:tab/>
      </w:r>
      <w:r w:rsidR="00C51656">
        <w:rPr>
          <w:rFonts w:ascii="Calibri" w:hAnsi="Calibri"/>
        </w:rPr>
        <w:tab/>
        <w:t>________________</w:t>
      </w:r>
    </w:p>
    <w:p w14:paraId="23C76F84" w14:textId="174F4A8A" w:rsidR="009A45AB" w:rsidRPr="009A45AB" w:rsidRDefault="009A45AB" w:rsidP="00C51656">
      <w:pPr>
        <w:pStyle w:val="ListParagraph"/>
        <w:numPr>
          <w:ilvl w:val="0"/>
          <w:numId w:val="19"/>
        </w:numPr>
        <w:spacing w:line="720" w:lineRule="auto"/>
        <w:rPr>
          <w:rFonts w:ascii="Calibri" w:hAnsi="Calibri"/>
        </w:rPr>
      </w:pPr>
      <w:r>
        <w:rPr>
          <w:rFonts w:ascii="Calibri" w:hAnsi="Calibri"/>
        </w:rPr>
        <w:t>L</w:t>
      </w:r>
      <w:r w:rsidRPr="009A45AB">
        <w:rPr>
          <w:rFonts w:ascii="Calibri" w:hAnsi="Calibri"/>
        </w:rPr>
        <w:t>ead(IV) sulfide</w:t>
      </w:r>
      <w:r w:rsidR="00C51656">
        <w:rPr>
          <w:rFonts w:ascii="Calibri" w:hAnsi="Calibri"/>
        </w:rPr>
        <w:tab/>
        <w:t>________________</w:t>
      </w:r>
    </w:p>
    <w:p w14:paraId="65E0DCB5" w14:textId="77777777" w:rsidR="00C51656" w:rsidRDefault="00C51656" w:rsidP="009A45AB">
      <w:pPr>
        <w:spacing w:line="480" w:lineRule="auto"/>
        <w:rPr>
          <w:rFonts w:ascii="Calibri" w:hAnsi="Calibri"/>
        </w:rPr>
        <w:sectPr w:rsidR="00C51656" w:rsidSect="00C516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39AB5E3" w14:textId="5EFCD297" w:rsidR="009A45AB" w:rsidRPr="00C51656" w:rsidRDefault="00C51656" w:rsidP="00C51656">
      <w:pPr>
        <w:rPr>
          <w:rFonts w:ascii="Calibri" w:hAnsi="Calibri"/>
          <w:b/>
          <w:sz w:val="28"/>
          <w:szCs w:val="28"/>
        </w:rPr>
      </w:pPr>
      <w:r w:rsidRPr="00C51656">
        <w:rPr>
          <w:rFonts w:ascii="Calibri" w:hAnsi="Calibri"/>
          <w:b/>
          <w:sz w:val="28"/>
          <w:szCs w:val="28"/>
        </w:rPr>
        <w:t>Part 5: Ionic Compounds containing Polyatomic Ions</w:t>
      </w:r>
    </w:p>
    <w:p w14:paraId="0C136455" w14:textId="26697E8D" w:rsidR="00C51656" w:rsidRDefault="00C51656" w:rsidP="009A45AB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Name the following ionic compounds containing polyatomic ions.</w:t>
      </w:r>
    </w:p>
    <w:p w14:paraId="7F1BC0C9" w14:textId="66A08600" w:rsidR="00C51656" w:rsidRPr="0026668B" w:rsidRDefault="00E46CD6" w:rsidP="00944ABD">
      <w:pPr>
        <w:pStyle w:val="ListParagraph"/>
        <w:numPr>
          <w:ilvl w:val="0"/>
          <w:numId w:val="20"/>
        </w:numPr>
        <w:spacing w:line="480" w:lineRule="auto"/>
        <w:rPr>
          <w:rFonts w:ascii="Calibri" w:hAnsi="Calibri"/>
        </w:rPr>
      </w:pPr>
      <w:r w:rsidRPr="001415E6">
        <w:rPr>
          <w:rFonts w:ascii="Calibri" w:hAnsi="Calibri"/>
        </w:rPr>
        <w:t>AgNO</w:t>
      </w:r>
      <w:r w:rsidRPr="001415E6">
        <w:rPr>
          <w:rFonts w:ascii="Calibri" w:hAnsi="Calibri"/>
          <w:vertAlign w:val="subscript"/>
        </w:rPr>
        <w:t>3</w:t>
      </w:r>
      <w:r w:rsidR="0026668B">
        <w:rPr>
          <w:rFonts w:ascii="Calibri" w:hAnsi="Calibri"/>
          <w:vertAlign w:val="subscript"/>
        </w:rPr>
        <w:tab/>
      </w:r>
      <w:r w:rsidR="0026668B">
        <w:rPr>
          <w:rFonts w:ascii="Calibri" w:hAnsi="Calibri"/>
          <w:vertAlign w:val="subscript"/>
        </w:rPr>
        <w:tab/>
      </w:r>
      <w:r w:rsidR="0026668B" w:rsidRPr="0026668B">
        <w:rPr>
          <w:rFonts w:ascii="Calibri" w:hAnsi="Calibri"/>
        </w:rPr>
        <w:t>______________________________________________________</w:t>
      </w:r>
    </w:p>
    <w:p w14:paraId="32EAC205" w14:textId="37419D92" w:rsidR="0026668B" w:rsidRPr="0026668B" w:rsidRDefault="0026668B" w:rsidP="00944ABD">
      <w:pPr>
        <w:pStyle w:val="ListParagraph"/>
        <w:numPr>
          <w:ilvl w:val="0"/>
          <w:numId w:val="20"/>
        </w:numPr>
        <w:spacing w:line="480" w:lineRule="auto"/>
        <w:rPr>
          <w:rFonts w:ascii="Calibri" w:hAnsi="Calibri"/>
        </w:rPr>
      </w:pPr>
      <w:r w:rsidRPr="001415E6">
        <w:rPr>
          <w:rFonts w:ascii="Calibri" w:hAnsi="Calibri"/>
        </w:rPr>
        <w:t>K</w:t>
      </w:r>
      <w:r w:rsidRPr="001415E6">
        <w:rPr>
          <w:rFonts w:ascii="Calibri" w:hAnsi="Calibri"/>
          <w:vertAlign w:val="subscript"/>
        </w:rPr>
        <w:t>2</w:t>
      </w:r>
      <w:r w:rsidRPr="001415E6">
        <w:rPr>
          <w:rFonts w:ascii="Calibri" w:hAnsi="Calibri"/>
        </w:rPr>
        <w:t>SO</w:t>
      </w:r>
      <w:r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ab/>
      </w:r>
      <w:r>
        <w:rPr>
          <w:rFonts w:ascii="Calibri" w:hAnsi="Calibri"/>
          <w:vertAlign w:val="subscript"/>
        </w:rPr>
        <w:tab/>
      </w:r>
      <w:r w:rsidRPr="0026668B">
        <w:rPr>
          <w:rFonts w:ascii="Calibri" w:hAnsi="Calibri"/>
        </w:rPr>
        <w:t>______________________________________________________</w:t>
      </w:r>
    </w:p>
    <w:p w14:paraId="223810BF" w14:textId="11BEE3FA" w:rsidR="0026668B" w:rsidRDefault="0026668B" w:rsidP="00944ABD">
      <w:pPr>
        <w:pStyle w:val="ListParagraph"/>
        <w:numPr>
          <w:ilvl w:val="0"/>
          <w:numId w:val="20"/>
        </w:numPr>
        <w:spacing w:line="480" w:lineRule="auto"/>
        <w:rPr>
          <w:rFonts w:ascii="Calibri" w:hAnsi="Calibri"/>
        </w:rPr>
      </w:pPr>
      <w:r w:rsidRPr="001415E6">
        <w:rPr>
          <w:rFonts w:ascii="Calibri" w:hAnsi="Calibri"/>
        </w:rPr>
        <w:t>(NH</w:t>
      </w:r>
      <w:r w:rsidRPr="001415E6">
        <w:rPr>
          <w:rFonts w:ascii="Calibri" w:hAnsi="Calibri"/>
          <w:vertAlign w:val="subscript"/>
        </w:rPr>
        <w:t>4</w:t>
      </w:r>
      <w:r w:rsidRPr="001415E6">
        <w:rPr>
          <w:rFonts w:ascii="Calibri" w:hAnsi="Calibri"/>
        </w:rPr>
        <w:t>)</w:t>
      </w:r>
      <w:r w:rsidRPr="001415E6">
        <w:rPr>
          <w:rFonts w:ascii="Calibri" w:hAnsi="Calibri"/>
          <w:vertAlign w:val="subscript"/>
        </w:rPr>
        <w:t>2</w:t>
      </w:r>
      <w:r w:rsidRPr="001415E6">
        <w:rPr>
          <w:rFonts w:ascii="Calibri" w:hAnsi="Calibri"/>
        </w:rPr>
        <w:t>O</w:t>
      </w:r>
      <w:r>
        <w:rPr>
          <w:rFonts w:ascii="Calibri" w:hAnsi="Calibri"/>
        </w:rPr>
        <w:tab/>
      </w:r>
      <w:r w:rsidRPr="0026668B">
        <w:rPr>
          <w:rFonts w:ascii="Calibri" w:hAnsi="Calibri"/>
        </w:rPr>
        <w:t>______________________________________________________</w:t>
      </w:r>
    </w:p>
    <w:p w14:paraId="48316092" w14:textId="0208CFCF" w:rsidR="0026668B" w:rsidRPr="00C51656" w:rsidRDefault="0026668B" w:rsidP="00944ABD">
      <w:pPr>
        <w:pStyle w:val="ListParagraph"/>
        <w:numPr>
          <w:ilvl w:val="0"/>
          <w:numId w:val="20"/>
        </w:numPr>
        <w:spacing w:line="480" w:lineRule="auto"/>
        <w:rPr>
          <w:rFonts w:ascii="Calibri" w:hAnsi="Calibri"/>
        </w:rPr>
      </w:pPr>
      <w:r w:rsidRPr="001415E6">
        <w:rPr>
          <w:rFonts w:ascii="Calibri" w:hAnsi="Calibri"/>
        </w:rPr>
        <w:t>CaCO</w:t>
      </w:r>
      <w:r w:rsidRPr="001415E6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ab/>
      </w:r>
      <w:r>
        <w:rPr>
          <w:rFonts w:ascii="Calibri" w:hAnsi="Calibri"/>
          <w:vertAlign w:val="subscript"/>
        </w:rPr>
        <w:tab/>
      </w:r>
      <w:r w:rsidRPr="0026668B">
        <w:rPr>
          <w:rFonts w:ascii="Calibri" w:hAnsi="Calibri"/>
        </w:rPr>
        <w:t>______________________________________________________</w:t>
      </w:r>
    </w:p>
    <w:p w14:paraId="2427D029" w14:textId="3828AFE7" w:rsidR="00C51656" w:rsidRPr="009A45AB" w:rsidRDefault="00C51656" w:rsidP="00944ABD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Write the formulas for the following ionic compounds containing polyatomic ions.</w:t>
      </w:r>
    </w:p>
    <w:p w14:paraId="34E6AA69" w14:textId="77777777" w:rsidR="00734832" w:rsidRDefault="00734832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  <w:sectPr w:rsidR="00734832" w:rsidSect="00BD30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9781E5D" w14:textId="7C1B0DA0" w:rsidR="0026668B" w:rsidRDefault="0026668B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S</w:t>
      </w:r>
      <w:r w:rsidR="00256EF0" w:rsidRPr="001415E6">
        <w:rPr>
          <w:rFonts w:ascii="Calibri" w:hAnsi="Calibri"/>
        </w:rPr>
        <w:t>odium nitrate</w:t>
      </w:r>
      <w:r>
        <w:rPr>
          <w:rFonts w:ascii="Calibri" w:hAnsi="Calibri"/>
        </w:rPr>
        <w:tab/>
        <w:t>_________________</w:t>
      </w:r>
    </w:p>
    <w:p w14:paraId="179221AD" w14:textId="45C72AFA" w:rsidR="0026668B" w:rsidRDefault="0026668B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</w:pPr>
      <w:r w:rsidRPr="0026668B">
        <w:rPr>
          <w:rFonts w:ascii="Calibri" w:hAnsi="Calibri"/>
        </w:rPr>
        <w:t>L</w:t>
      </w:r>
      <w:r w:rsidR="00E46CD6" w:rsidRPr="0026668B">
        <w:rPr>
          <w:rFonts w:ascii="Calibri" w:hAnsi="Calibri"/>
        </w:rPr>
        <w:t>ithium phospha</w:t>
      </w:r>
      <w:r w:rsidR="00256EF0" w:rsidRPr="0026668B">
        <w:rPr>
          <w:rFonts w:ascii="Calibri" w:hAnsi="Calibri"/>
        </w:rPr>
        <w:t>te</w:t>
      </w:r>
      <w:r>
        <w:rPr>
          <w:rFonts w:ascii="Calibri" w:hAnsi="Calibri"/>
        </w:rPr>
        <w:tab/>
        <w:t>_________________</w:t>
      </w:r>
    </w:p>
    <w:p w14:paraId="0EEE0D4C" w14:textId="1DE8AC7B" w:rsidR="0026668B" w:rsidRDefault="0026668B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</w:pPr>
      <w:r w:rsidRPr="0026668B">
        <w:rPr>
          <w:rFonts w:ascii="Calibri" w:hAnsi="Calibri"/>
        </w:rPr>
        <w:t>A</w:t>
      </w:r>
      <w:r w:rsidR="00E46CD6" w:rsidRPr="0026668B">
        <w:rPr>
          <w:rFonts w:ascii="Calibri" w:hAnsi="Calibri"/>
        </w:rPr>
        <w:t>mmonium nitride</w:t>
      </w:r>
      <w:r>
        <w:rPr>
          <w:rFonts w:ascii="Calibri" w:hAnsi="Calibri"/>
        </w:rPr>
        <w:tab/>
        <w:t>_________________</w:t>
      </w:r>
    </w:p>
    <w:p w14:paraId="763B06C0" w14:textId="2FED64F5" w:rsidR="0026668B" w:rsidRDefault="0026668B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</w:pPr>
      <w:r w:rsidRPr="0026668B">
        <w:rPr>
          <w:rFonts w:ascii="Calibri" w:hAnsi="Calibri"/>
        </w:rPr>
        <w:t>C</w:t>
      </w:r>
      <w:r w:rsidR="00E46CD6" w:rsidRPr="0026668B">
        <w:rPr>
          <w:rFonts w:ascii="Calibri" w:hAnsi="Calibri"/>
        </w:rPr>
        <w:t>alcium nitrate</w:t>
      </w:r>
      <w:r>
        <w:rPr>
          <w:rFonts w:ascii="Calibri" w:hAnsi="Calibri"/>
        </w:rPr>
        <w:tab/>
        <w:t>_________________</w:t>
      </w:r>
    </w:p>
    <w:p w14:paraId="6BF5F06A" w14:textId="028F655F" w:rsidR="0026668B" w:rsidRDefault="0026668B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</w:pPr>
      <w:r w:rsidRPr="0026668B">
        <w:rPr>
          <w:rFonts w:ascii="Calibri" w:hAnsi="Calibri"/>
        </w:rPr>
        <w:t>M</w:t>
      </w:r>
      <w:r w:rsidR="00E46CD6" w:rsidRPr="0026668B">
        <w:rPr>
          <w:rFonts w:ascii="Calibri" w:hAnsi="Calibri"/>
        </w:rPr>
        <w:t>agnesium phosphate</w:t>
      </w:r>
      <w:r w:rsidR="00734832">
        <w:rPr>
          <w:rFonts w:ascii="Calibri" w:hAnsi="Calibri"/>
        </w:rPr>
        <w:tab/>
        <w:t>_____</w:t>
      </w:r>
      <w:r>
        <w:rPr>
          <w:rFonts w:ascii="Calibri" w:hAnsi="Calibri"/>
        </w:rPr>
        <w:t>_______</w:t>
      </w:r>
    </w:p>
    <w:p w14:paraId="6D3A617C" w14:textId="24D0DB2B" w:rsidR="0026668B" w:rsidRPr="0026668B" w:rsidRDefault="0026668B" w:rsidP="00944ABD">
      <w:pPr>
        <w:pStyle w:val="ListParagraph"/>
        <w:numPr>
          <w:ilvl w:val="0"/>
          <w:numId w:val="10"/>
        </w:numPr>
        <w:spacing w:line="480" w:lineRule="auto"/>
        <w:rPr>
          <w:rFonts w:ascii="Calibri" w:hAnsi="Calibri"/>
        </w:rPr>
      </w:pPr>
      <w:r w:rsidRPr="0026668B">
        <w:rPr>
          <w:rFonts w:ascii="Calibri" w:hAnsi="Calibri"/>
        </w:rPr>
        <w:t>Gold(III) acetate</w:t>
      </w:r>
      <w:r>
        <w:rPr>
          <w:rFonts w:ascii="Calibri" w:hAnsi="Calibri"/>
        </w:rPr>
        <w:tab/>
        <w:t>_________________</w:t>
      </w:r>
    </w:p>
    <w:p w14:paraId="5E4D24D6" w14:textId="77777777" w:rsidR="00734832" w:rsidRDefault="00734832" w:rsidP="0072136A">
      <w:pPr>
        <w:spacing w:line="960" w:lineRule="auto"/>
        <w:rPr>
          <w:rFonts w:ascii="Calibri" w:hAnsi="Calibri"/>
        </w:rPr>
        <w:sectPr w:rsidR="00734832" w:rsidSect="0073483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E04AD52" w14:textId="2BE6C0BD" w:rsidR="0026668B" w:rsidRPr="00EA0EE7" w:rsidRDefault="00EA0EE7" w:rsidP="00256EF0">
      <w:pPr>
        <w:spacing w:line="480" w:lineRule="auto"/>
        <w:rPr>
          <w:rFonts w:ascii="Calibri" w:hAnsi="Calibri"/>
          <w:b/>
          <w:sz w:val="28"/>
          <w:szCs w:val="28"/>
        </w:rPr>
      </w:pPr>
      <w:r w:rsidRPr="00EA0EE7">
        <w:rPr>
          <w:rFonts w:ascii="Calibri" w:hAnsi="Calibri"/>
          <w:b/>
          <w:sz w:val="28"/>
          <w:szCs w:val="28"/>
        </w:rPr>
        <w:t>Part 6: Mixed Review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3690"/>
        <w:gridCol w:w="3920"/>
        <w:gridCol w:w="2758"/>
      </w:tblGrid>
      <w:tr w:rsidR="00EA0EE7" w:rsidRPr="001415E6" w14:paraId="04E0EA5B" w14:textId="77777777" w:rsidTr="000E6228">
        <w:tc>
          <w:tcPr>
            <w:tcW w:w="648" w:type="dxa"/>
          </w:tcPr>
          <w:p w14:paraId="4E7CEE39" w14:textId="77777777" w:rsidR="00EA0EE7" w:rsidRPr="001415E6" w:rsidRDefault="00EA0EE7" w:rsidP="00944AB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9CBD933" w14:textId="77777777" w:rsidR="00EA0EE7" w:rsidRPr="001415E6" w:rsidRDefault="00EA0EE7" w:rsidP="00944AB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415E6">
              <w:rPr>
                <w:rFonts w:ascii="Calibri" w:hAnsi="Calibri"/>
                <w:b/>
                <w:sz w:val="20"/>
                <w:szCs w:val="20"/>
              </w:rPr>
              <w:t>Name</w:t>
            </w:r>
          </w:p>
        </w:tc>
        <w:tc>
          <w:tcPr>
            <w:tcW w:w="3920" w:type="dxa"/>
          </w:tcPr>
          <w:p w14:paraId="0C5840DD" w14:textId="77777777" w:rsidR="00EA0EE7" w:rsidRPr="001415E6" w:rsidRDefault="00EA0EE7" w:rsidP="00944AB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415E6">
              <w:rPr>
                <w:rFonts w:ascii="Calibri" w:hAnsi="Calibri"/>
                <w:b/>
                <w:sz w:val="20"/>
                <w:szCs w:val="20"/>
              </w:rPr>
              <w:t>Special Notes</w:t>
            </w:r>
          </w:p>
          <w:p w14:paraId="30BD0EC4" w14:textId="77777777" w:rsidR="00EA0EE7" w:rsidRPr="001415E6" w:rsidRDefault="00EA0EE7" w:rsidP="00944AB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1415E6">
              <w:rPr>
                <w:rFonts w:ascii="Calibri" w:hAnsi="Calibri"/>
                <w:i/>
                <w:sz w:val="20"/>
                <w:szCs w:val="20"/>
              </w:rPr>
              <w:t>Ionic, Covalent, Roman Numeral, Polyatomic Ion?</w:t>
            </w:r>
          </w:p>
        </w:tc>
        <w:tc>
          <w:tcPr>
            <w:tcW w:w="2758" w:type="dxa"/>
          </w:tcPr>
          <w:p w14:paraId="5FEC3CAF" w14:textId="77777777" w:rsidR="00EA0EE7" w:rsidRPr="001415E6" w:rsidRDefault="00EA0EE7" w:rsidP="00944AB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415E6">
              <w:rPr>
                <w:rFonts w:ascii="Calibri" w:hAnsi="Calibri"/>
                <w:b/>
                <w:sz w:val="20"/>
                <w:szCs w:val="20"/>
              </w:rPr>
              <w:t>Formula</w:t>
            </w:r>
          </w:p>
        </w:tc>
      </w:tr>
      <w:tr w:rsidR="00EA0EE7" w:rsidRPr="001415E6" w14:paraId="13FACA7B" w14:textId="77777777" w:rsidTr="000E6228">
        <w:tc>
          <w:tcPr>
            <w:tcW w:w="648" w:type="dxa"/>
            <w:vAlign w:val="center"/>
          </w:tcPr>
          <w:p w14:paraId="438B644C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690" w:type="dxa"/>
            <w:vAlign w:val="center"/>
          </w:tcPr>
          <w:p w14:paraId="55939D23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1B002647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6FC92E1C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N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2</w:t>
            </w:r>
            <w:r w:rsidRPr="001415E6">
              <w:rPr>
                <w:rFonts w:ascii="Calibri" w:hAnsi="Calibri"/>
                <w:sz w:val="20"/>
                <w:szCs w:val="20"/>
              </w:rPr>
              <w:t>F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4</w:t>
            </w:r>
          </w:p>
        </w:tc>
      </w:tr>
      <w:tr w:rsidR="00EA0EE7" w:rsidRPr="001415E6" w14:paraId="19294E36" w14:textId="77777777" w:rsidTr="000E6228">
        <w:tc>
          <w:tcPr>
            <w:tcW w:w="648" w:type="dxa"/>
            <w:vAlign w:val="center"/>
          </w:tcPr>
          <w:p w14:paraId="17369027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3690" w:type="dxa"/>
            <w:vAlign w:val="center"/>
          </w:tcPr>
          <w:p w14:paraId="2344D5E0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22CDC493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4AFAF8D8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TiCl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4</w:t>
            </w:r>
          </w:p>
        </w:tc>
      </w:tr>
      <w:tr w:rsidR="00EA0EE7" w:rsidRPr="001415E6" w14:paraId="391800C3" w14:textId="77777777" w:rsidTr="000E6228">
        <w:tc>
          <w:tcPr>
            <w:tcW w:w="648" w:type="dxa"/>
            <w:vAlign w:val="center"/>
          </w:tcPr>
          <w:p w14:paraId="60AA3BFE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3690" w:type="dxa"/>
            <w:vAlign w:val="center"/>
          </w:tcPr>
          <w:p w14:paraId="7DCC58F6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 xml:space="preserve">sodium chloride </w:t>
            </w:r>
          </w:p>
        </w:tc>
        <w:tc>
          <w:tcPr>
            <w:tcW w:w="3920" w:type="dxa"/>
            <w:vAlign w:val="center"/>
          </w:tcPr>
          <w:p w14:paraId="237DBF78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2A2719DD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A0EE7" w:rsidRPr="001415E6" w14:paraId="441A7C38" w14:textId="77777777" w:rsidTr="000E6228">
        <w:tc>
          <w:tcPr>
            <w:tcW w:w="648" w:type="dxa"/>
            <w:vAlign w:val="center"/>
          </w:tcPr>
          <w:p w14:paraId="68E20BA2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3690" w:type="dxa"/>
            <w:vAlign w:val="center"/>
          </w:tcPr>
          <w:p w14:paraId="42E53B0A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6F16CBC4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589415F0" w14:textId="01E613C2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Al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2</w:t>
            </w:r>
            <w:r w:rsidRPr="001415E6">
              <w:rPr>
                <w:rFonts w:ascii="Calibri" w:hAnsi="Calibri"/>
                <w:sz w:val="20"/>
                <w:szCs w:val="20"/>
              </w:rPr>
              <w:t>(SO</w:t>
            </w:r>
            <w:r w:rsidR="000C18A3">
              <w:rPr>
                <w:rFonts w:ascii="Calibri" w:hAnsi="Calibri"/>
                <w:sz w:val="20"/>
                <w:szCs w:val="20"/>
                <w:vertAlign w:val="subscript"/>
              </w:rPr>
              <w:t>4</w:t>
            </w:r>
            <w:r w:rsidRPr="001415E6">
              <w:rPr>
                <w:rFonts w:ascii="Calibri" w:hAnsi="Calibri"/>
                <w:sz w:val="20"/>
                <w:szCs w:val="20"/>
              </w:rPr>
              <w:t>)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3</w:t>
            </w:r>
          </w:p>
        </w:tc>
      </w:tr>
      <w:tr w:rsidR="00EA0EE7" w:rsidRPr="001415E6" w14:paraId="13AA34C4" w14:textId="77777777" w:rsidTr="000E6228">
        <w:tc>
          <w:tcPr>
            <w:tcW w:w="648" w:type="dxa"/>
            <w:vAlign w:val="center"/>
          </w:tcPr>
          <w:p w14:paraId="471C36A0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3690" w:type="dxa"/>
            <w:vAlign w:val="center"/>
          </w:tcPr>
          <w:p w14:paraId="20688081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sodium carbonate</w:t>
            </w:r>
          </w:p>
        </w:tc>
        <w:tc>
          <w:tcPr>
            <w:tcW w:w="3920" w:type="dxa"/>
            <w:vAlign w:val="center"/>
          </w:tcPr>
          <w:p w14:paraId="64168950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4F9EA198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A0EE7" w:rsidRPr="001415E6" w14:paraId="6E27FD8B" w14:textId="77777777" w:rsidTr="000E6228">
        <w:tc>
          <w:tcPr>
            <w:tcW w:w="648" w:type="dxa"/>
            <w:vAlign w:val="center"/>
          </w:tcPr>
          <w:p w14:paraId="03B6EFF0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3690" w:type="dxa"/>
            <w:vAlign w:val="center"/>
          </w:tcPr>
          <w:p w14:paraId="1C1F8E86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tetrasulfur tetranitride</w:t>
            </w:r>
          </w:p>
        </w:tc>
        <w:tc>
          <w:tcPr>
            <w:tcW w:w="3920" w:type="dxa"/>
            <w:vAlign w:val="center"/>
          </w:tcPr>
          <w:p w14:paraId="01AB7756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2A0DCAC0" w14:textId="77777777" w:rsidR="00EA0EE7" w:rsidRPr="001415E6" w:rsidRDefault="00EA0EE7" w:rsidP="00944ABD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EA0EE7" w:rsidRPr="001415E6" w14:paraId="55CECB55" w14:textId="77777777" w:rsidTr="000E6228">
        <w:tc>
          <w:tcPr>
            <w:tcW w:w="648" w:type="dxa"/>
            <w:vAlign w:val="center"/>
          </w:tcPr>
          <w:p w14:paraId="0F36AD84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3690" w:type="dxa"/>
            <w:vAlign w:val="center"/>
          </w:tcPr>
          <w:p w14:paraId="3FAB69B5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2E032CE8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4ADE8630" w14:textId="116259C5" w:rsidR="00EA0EE7" w:rsidRPr="001415E6" w:rsidRDefault="000C18A3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PtO</w:t>
            </w:r>
          </w:p>
        </w:tc>
      </w:tr>
      <w:tr w:rsidR="00EA0EE7" w:rsidRPr="001415E6" w14:paraId="17E16FF9" w14:textId="77777777" w:rsidTr="000E6228">
        <w:tc>
          <w:tcPr>
            <w:tcW w:w="648" w:type="dxa"/>
            <w:vAlign w:val="center"/>
          </w:tcPr>
          <w:p w14:paraId="795B6B4B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3690" w:type="dxa"/>
            <w:vAlign w:val="center"/>
          </w:tcPr>
          <w:p w14:paraId="43302045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2852D301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0C75A256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Cr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2</w:t>
            </w:r>
            <w:r w:rsidRPr="001415E6">
              <w:rPr>
                <w:rFonts w:ascii="Calibri" w:hAnsi="Calibri"/>
                <w:sz w:val="20"/>
                <w:szCs w:val="20"/>
              </w:rPr>
              <w:t>O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3</w:t>
            </w:r>
          </w:p>
        </w:tc>
      </w:tr>
      <w:tr w:rsidR="00EA0EE7" w:rsidRPr="001415E6" w14:paraId="08E9D24A" w14:textId="77777777" w:rsidTr="000E6228">
        <w:tc>
          <w:tcPr>
            <w:tcW w:w="648" w:type="dxa"/>
            <w:vAlign w:val="center"/>
          </w:tcPr>
          <w:p w14:paraId="3E9155CF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3690" w:type="dxa"/>
            <w:vAlign w:val="center"/>
          </w:tcPr>
          <w:p w14:paraId="6895C26F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4510D2A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4472F33A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P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2</w:t>
            </w:r>
            <w:r w:rsidRPr="001415E6">
              <w:rPr>
                <w:rFonts w:ascii="Calibri" w:hAnsi="Calibri"/>
                <w:sz w:val="20"/>
                <w:szCs w:val="20"/>
              </w:rPr>
              <w:t>S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5</w:t>
            </w:r>
          </w:p>
        </w:tc>
      </w:tr>
      <w:tr w:rsidR="00EA0EE7" w:rsidRPr="001415E6" w14:paraId="1357B43F" w14:textId="77777777" w:rsidTr="000E6228">
        <w:tc>
          <w:tcPr>
            <w:tcW w:w="648" w:type="dxa"/>
            <w:vAlign w:val="center"/>
          </w:tcPr>
          <w:p w14:paraId="0D3508AC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3690" w:type="dxa"/>
            <w:vAlign w:val="center"/>
          </w:tcPr>
          <w:p w14:paraId="469A7345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2E44EE2B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58" w:type="dxa"/>
            <w:vAlign w:val="center"/>
          </w:tcPr>
          <w:p w14:paraId="2571A1C4" w14:textId="77777777" w:rsidR="00EA0EE7" w:rsidRPr="001415E6" w:rsidRDefault="00EA0EE7" w:rsidP="00944ABD">
            <w:pPr>
              <w:spacing w:line="48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415E6">
              <w:rPr>
                <w:rFonts w:ascii="Calibri" w:hAnsi="Calibri"/>
                <w:sz w:val="20"/>
                <w:szCs w:val="20"/>
              </w:rPr>
              <w:t>FeSO</w:t>
            </w:r>
            <w:r w:rsidRPr="001415E6">
              <w:rPr>
                <w:rFonts w:ascii="Calibri" w:hAnsi="Calibri"/>
                <w:sz w:val="20"/>
                <w:szCs w:val="20"/>
                <w:vertAlign w:val="subscript"/>
              </w:rPr>
              <w:t>4</w:t>
            </w:r>
          </w:p>
        </w:tc>
      </w:tr>
    </w:tbl>
    <w:p w14:paraId="14A91A5F" w14:textId="77777777" w:rsidR="00944ABD" w:rsidRDefault="00944ABD" w:rsidP="00256EF0">
      <w:pPr>
        <w:spacing w:line="480" w:lineRule="auto"/>
        <w:rPr>
          <w:rFonts w:ascii="Calibri" w:hAnsi="Calibri"/>
        </w:rPr>
        <w:sectPr w:rsidR="00944ABD" w:rsidSect="00BD30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DCD6B1" w14:textId="3646417C" w:rsidR="00E1501A" w:rsidRPr="00E1501A" w:rsidRDefault="00E1501A" w:rsidP="00E1501A">
      <w:pPr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Part 7</w:t>
      </w:r>
      <w:r w:rsidR="009D6F30">
        <w:rPr>
          <w:rFonts w:ascii="Calibri" w:hAnsi="Calibri"/>
          <w:b/>
          <w:sz w:val="28"/>
          <w:szCs w:val="28"/>
          <w:u w:val="single"/>
        </w:rPr>
        <w:t>: Lewis Dot Diagrams</w:t>
      </w:r>
    </w:p>
    <w:p w14:paraId="7125155F" w14:textId="77777777" w:rsidR="00E1501A" w:rsidRPr="00E1501A" w:rsidRDefault="00E1501A" w:rsidP="00E1501A">
      <w:pPr>
        <w:rPr>
          <w:rFonts w:ascii="Calibri" w:hAnsi="Calibri"/>
        </w:rPr>
      </w:pPr>
      <w:r w:rsidRPr="00E1501A">
        <w:rPr>
          <w:rFonts w:ascii="Calibri" w:hAnsi="Calibri"/>
        </w:rPr>
        <w:t>For each of the following molecules:</w:t>
      </w:r>
    </w:p>
    <w:p w14:paraId="26FF42F8" w14:textId="77777777" w:rsidR="00E1501A" w:rsidRDefault="00E1501A" w:rsidP="00E1501A">
      <w:pPr>
        <w:pStyle w:val="ListParagraph"/>
        <w:numPr>
          <w:ilvl w:val="0"/>
          <w:numId w:val="22"/>
        </w:numPr>
        <w:rPr>
          <w:rFonts w:ascii="Calibri" w:hAnsi="Calibri"/>
          <w:sz w:val="22"/>
        </w:rPr>
        <w:sectPr w:rsidR="00E1501A" w:rsidSect="007D3A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DE76601" w14:textId="41D1C1A9" w:rsidR="00E1501A" w:rsidRPr="00E1501A" w:rsidRDefault="00E1501A" w:rsidP="00E1501A">
      <w:pPr>
        <w:pStyle w:val="ListParagraph"/>
        <w:numPr>
          <w:ilvl w:val="0"/>
          <w:numId w:val="22"/>
        </w:numPr>
        <w:rPr>
          <w:rFonts w:ascii="Calibri" w:hAnsi="Calibri"/>
          <w:sz w:val="22"/>
        </w:rPr>
      </w:pPr>
      <w:r w:rsidRPr="00E1501A">
        <w:rPr>
          <w:rFonts w:ascii="Calibri" w:hAnsi="Calibri"/>
          <w:sz w:val="22"/>
        </w:rPr>
        <w:t>Calculate the number of valence electrons</w:t>
      </w:r>
    </w:p>
    <w:p w14:paraId="0C0661CF" w14:textId="1EC593F2" w:rsidR="00E1501A" w:rsidRPr="007D3AB5" w:rsidRDefault="00E1501A" w:rsidP="007D3AB5">
      <w:pPr>
        <w:pStyle w:val="ListParagraph"/>
        <w:numPr>
          <w:ilvl w:val="0"/>
          <w:numId w:val="22"/>
        </w:numPr>
        <w:rPr>
          <w:rFonts w:ascii="Calibri" w:hAnsi="Calibri"/>
          <w:sz w:val="22"/>
        </w:rPr>
      </w:pPr>
      <w:r w:rsidRPr="00E1501A">
        <w:rPr>
          <w:rFonts w:ascii="Calibri" w:hAnsi="Calibri"/>
          <w:sz w:val="22"/>
        </w:rPr>
        <w:t>Draw the Lewis Dot Diagram.</w:t>
      </w:r>
    </w:p>
    <w:p w14:paraId="342A0297" w14:textId="77777777" w:rsidR="00E1501A" w:rsidRDefault="00E1501A" w:rsidP="00E1501A">
      <w:pPr>
        <w:rPr>
          <w:rFonts w:ascii="Calibri" w:hAnsi="Calibri"/>
          <w:b/>
        </w:rPr>
        <w:sectPr w:rsidR="00E1501A" w:rsidSect="007D3AB5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730" w:tblpY="454"/>
        <w:tblW w:w="4581" w:type="pct"/>
        <w:tblLook w:val="04A0" w:firstRow="1" w:lastRow="0" w:firstColumn="1" w:lastColumn="0" w:noHBand="0" w:noVBand="1"/>
      </w:tblPr>
      <w:tblGrid>
        <w:gridCol w:w="2673"/>
        <w:gridCol w:w="2657"/>
        <w:gridCol w:w="8061"/>
      </w:tblGrid>
      <w:tr w:rsidR="00B25E3B" w:rsidRPr="00E1501A" w14:paraId="26461E17" w14:textId="77777777" w:rsidTr="00B25E3B">
        <w:trPr>
          <w:tblHeader/>
        </w:trPr>
        <w:tc>
          <w:tcPr>
            <w:tcW w:w="998" w:type="pct"/>
            <w:shd w:val="clear" w:color="auto" w:fill="BFBFBF" w:themeFill="background1" w:themeFillShade="BF"/>
          </w:tcPr>
          <w:p w14:paraId="2D8F2BE8" w14:textId="77777777" w:rsidR="00B25E3B" w:rsidRPr="00E1501A" w:rsidRDefault="00B25E3B" w:rsidP="00B25E3B">
            <w:pPr>
              <w:rPr>
                <w:rFonts w:ascii="Calibri" w:hAnsi="Calibri"/>
                <w:b/>
              </w:rPr>
            </w:pPr>
            <w:r w:rsidRPr="00E1501A">
              <w:rPr>
                <w:rFonts w:ascii="Calibri" w:hAnsi="Calibri"/>
                <w:b/>
              </w:rPr>
              <w:t>Molecule</w:t>
            </w:r>
          </w:p>
        </w:tc>
        <w:tc>
          <w:tcPr>
            <w:tcW w:w="992" w:type="pct"/>
            <w:shd w:val="clear" w:color="auto" w:fill="BFBFBF" w:themeFill="background1" w:themeFillShade="BF"/>
          </w:tcPr>
          <w:p w14:paraId="68943C85" w14:textId="77777777" w:rsidR="00B25E3B" w:rsidRPr="00E1501A" w:rsidRDefault="00B25E3B" w:rsidP="00B25E3B">
            <w:pPr>
              <w:rPr>
                <w:rFonts w:ascii="Calibri" w:hAnsi="Calibri"/>
                <w:b/>
              </w:rPr>
            </w:pPr>
            <w:r w:rsidRPr="00E1501A">
              <w:rPr>
                <w:rFonts w:ascii="Calibri" w:hAnsi="Calibri"/>
                <w:b/>
              </w:rPr>
              <w:t>Valence Electrons</w:t>
            </w:r>
          </w:p>
        </w:tc>
        <w:tc>
          <w:tcPr>
            <w:tcW w:w="3010" w:type="pct"/>
            <w:shd w:val="clear" w:color="auto" w:fill="BFBFBF" w:themeFill="background1" w:themeFillShade="BF"/>
          </w:tcPr>
          <w:p w14:paraId="19E2A0F9" w14:textId="77777777" w:rsidR="00B25E3B" w:rsidRPr="00E1501A" w:rsidRDefault="00B25E3B" w:rsidP="00B25E3B">
            <w:pPr>
              <w:rPr>
                <w:rFonts w:ascii="Calibri" w:hAnsi="Calibri"/>
                <w:b/>
              </w:rPr>
            </w:pPr>
            <w:r w:rsidRPr="00E1501A">
              <w:rPr>
                <w:rFonts w:ascii="Calibri" w:hAnsi="Calibri"/>
                <w:b/>
              </w:rPr>
              <w:t>Lewis Dot Diagram</w:t>
            </w:r>
          </w:p>
        </w:tc>
      </w:tr>
      <w:tr w:rsidR="00B25E3B" w:rsidRPr="00E1501A" w14:paraId="706E0EE8" w14:textId="77777777" w:rsidTr="00B25E3B">
        <w:trPr>
          <w:trHeight w:val="1906"/>
        </w:trPr>
        <w:tc>
          <w:tcPr>
            <w:tcW w:w="998" w:type="pct"/>
            <w:vAlign w:val="center"/>
          </w:tcPr>
          <w:p w14:paraId="6AFD2395" w14:textId="77777777" w:rsidR="00B25E3B" w:rsidRPr="00E1501A" w:rsidRDefault="00B25E3B" w:rsidP="00B25E3B">
            <w:pPr>
              <w:rPr>
                <w:rFonts w:ascii="Calibri" w:hAnsi="Calibri"/>
                <w:sz w:val="32"/>
                <w:szCs w:val="32"/>
              </w:rPr>
            </w:pPr>
            <w:r w:rsidRPr="00E1501A">
              <w:rPr>
                <w:rFonts w:ascii="Calibri" w:hAnsi="Calibri"/>
                <w:sz w:val="32"/>
                <w:szCs w:val="32"/>
              </w:rPr>
              <w:t>CBr</w:t>
            </w:r>
            <w:r w:rsidRPr="00E1501A">
              <w:rPr>
                <w:rFonts w:ascii="Calibri" w:hAnsi="Calibri"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992" w:type="pct"/>
          </w:tcPr>
          <w:p w14:paraId="0C4AF30F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  <w:tc>
          <w:tcPr>
            <w:tcW w:w="3010" w:type="pct"/>
          </w:tcPr>
          <w:p w14:paraId="325B3787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</w:tr>
      <w:tr w:rsidR="00B25E3B" w:rsidRPr="00E1501A" w14:paraId="67EEAE4C" w14:textId="77777777" w:rsidTr="00B25E3B">
        <w:trPr>
          <w:trHeight w:val="1906"/>
        </w:trPr>
        <w:tc>
          <w:tcPr>
            <w:tcW w:w="998" w:type="pct"/>
            <w:vAlign w:val="center"/>
          </w:tcPr>
          <w:p w14:paraId="493EC474" w14:textId="77777777" w:rsidR="00B25E3B" w:rsidRPr="00E1501A" w:rsidRDefault="00B25E3B" w:rsidP="00B25E3B">
            <w:pPr>
              <w:rPr>
                <w:rFonts w:ascii="Calibri" w:hAnsi="Calibri"/>
                <w:sz w:val="32"/>
                <w:szCs w:val="32"/>
              </w:rPr>
            </w:pPr>
            <w:r w:rsidRPr="00E1501A">
              <w:rPr>
                <w:rFonts w:ascii="Calibri" w:hAnsi="Calibri"/>
                <w:sz w:val="32"/>
                <w:szCs w:val="32"/>
              </w:rPr>
              <w:t>SiO</w:t>
            </w:r>
            <w:r w:rsidRPr="00E1501A">
              <w:rPr>
                <w:rFonts w:ascii="Calibri" w:hAnsi="Calibri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992" w:type="pct"/>
          </w:tcPr>
          <w:p w14:paraId="08037ED2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  <w:tc>
          <w:tcPr>
            <w:tcW w:w="3010" w:type="pct"/>
          </w:tcPr>
          <w:p w14:paraId="0924E841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</w:tr>
      <w:tr w:rsidR="00B25E3B" w:rsidRPr="00E1501A" w14:paraId="22988658" w14:textId="77777777" w:rsidTr="00B25E3B">
        <w:trPr>
          <w:trHeight w:val="1906"/>
        </w:trPr>
        <w:tc>
          <w:tcPr>
            <w:tcW w:w="998" w:type="pct"/>
            <w:vAlign w:val="center"/>
          </w:tcPr>
          <w:p w14:paraId="4AA18BA6" w14:textId="77777777" w:rsidR="00B25E3B" w:rsidRPr="00E1501A" w:rsidRDefault="00B25E3B" w:rsidP="00B25E3B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H</w:t>
            </w:r>
            <w:r w:rsidRPr="009416D4">
              <w:rPr>
                <w:rFonts w:ascii="Calibri" w:hAnsi="Calibri"/>
                <w:sz w:val="32"/>
                <w:szCs w:val="32"/>
                <w:vertAlign w:val="subscript"/>
              </w:rPr>
              <w:t>2</w:t>
            </w:r>
            <w:r>
              <w:rPr>
                <w:rFonts w:ascii="Calibri" w:hAnsi="Calibri"/>
                <w:sz w:val="32"/>
                <w:szCs w:val="32"/>
              </w:rPr>
              <w:t>O</w:t>
            </w:r>
          </w:p>
        </w:tc>
        <w:tc>
          <w:tcPr>
            <w:tcW w:w="992" w:type="pct"/>
          </w:tcPr>
          <w:p w14:paraId="32774AAE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  <w:tc>
          <w:tcPr>
            <w:tcW w:w="3010" w:type="pct"/>
          </w:tcPr>
          <w:p w14:paraId="2578B3DA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</w:tr>
      <w:tr w:rsidR="00B25E3B" w:rsidRPr="00E1501A" w14:paraId="25165101" w14:textId="77777777" w:rsidTr="00B25E3B">
        <w:trPr>
          <w:trHeight w:val="1577"/>
        </w:trPr>
        <w:tc>
          <w:tcPr>
            <w:tcW w:w="998" w:type="pct"/>
            <w:vAlign w:val="center"/>
          </w:tcPr>
          <w:p w14:paraId="506690C5" w14:textId="77777777" w:rsidR="00B25E3B" w:rsidRPr="00E1501A" w:rsidRDefault="00B25E3B" w:rsidP="00B25E3B">
            <w:pPr>
              <w:rPr>
                <w:rFonts w:ascii="Calibri" w:hAnsi="Calibri"/>
                <w:sz w:val="32"/>
                <w:szCs w:val="32"/>
              </w:rPr>
            </w:pPr>
            <w:r w:rsidRPr="00E1501A">
              <w:rPr>
                <w:rFonts w:ascii="Calibri" w:hAnsi="Calibri"/>
                <w:sz w:val="32"/>
                <w:szCs w:val="32"/>
              </w:rPr>
              <w:t>PCl</w:t>
            </w:r>
            <w:r w:rsidRPr="00E1501A">
              <w:rPr>
                <w:rFonts w:ascii="Calibri" w:hAnsi="Calibri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992" w:type="pct"/>
          </w:tcPr>
          <w:p w14:paraId="09CCB541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  <w:tc>
          <w:tcPr>
            <w:tcW w:w="3010" w:type="pct"/>
          </w:tcPr>
          <w:p w14:paraId="0D52305E" w14:textId="77777777" w:rsidR="00B25E3B" w:rsidRPr="00E1501A" w:rsidRDefault="00B25E3B" w:rsidP="00B25E3B">
            <w:pPr>
              <w:rPr>
                <w:rFonts w:ascii="Calibri" w:hAnsi="Calibri"/>
              </w:rPr>
            </w:pPr>
          </w:p>
        </w:tc>
      </w:tr>
    </w:tbl>
    <w:p w14:paraId="6684FD56" w14:textId="77777777" w:rsidR="00E1501A" w:rsidRPr="00E1501A" w:rsidRDefault="00E1501A" w:rsidP="00E1501A">
      <w:pPr>
        <w:rPr>
          <w:rFonts w:ascii="Calibri" w:hAnsi="Calibri"/>
          <w:b/>
        </w:rPr>
        <w:sectPr w:rsidR="00E1501A" w:rsidRPr="00E1501A" w:rsidSect="00E1501A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14:paraId="0203087B" w14:textId="77777777" w:rsidR="008A14B6" w:rsidRPr="001415E6" w:rsidRDefault="008A14B6" w:rsidP="00031DD6">
      <w:pPr>
        <w:rPr>
          <w:rFonts w:ascii="Calibri" w:hAnsi="Calibri"/>
        </w:rPr>
      </w:pPr>
    </w:p>
    <w:sectPr w:rsidR="008A14B6" w:rsidRPr="001415E6" w:rsidSect="00031DD6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E162D" w14:textId="77777777" w:rsidR="00A5665D" w:rsidRDefault="00A5665D" w:rsidP="006671D4">
      <w:r>
        <w:separator/>
      </w:r>
    </w:p>
  </w:endnote>
  <w:endnote w:type="continuationSeparator" w:id="0">
    <w:p w14:paraId="5A48A340" w14:textId="77777777" w:rsidR="00A5665D" w:rsidRDefault="00A5665D" w:rsidP="0066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B3D26" w14:textId="77777777" w:rsidR="0026668B" w:rsidRDefault="0026668B" w:rsidP="006671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535CC9" w14:textId="77777777" w:rsidR="0026668B" w:rsidRDefault="0026668B" w:rsidP="006671D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8086F" w14:textId="77777777" w:rsidR="0026668B" w:rsidRPr="006671D4" w:rsidRDefault="0026668B" w:rsidP="006671D4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6671D4">
      <w:rPr>
        <w:rStyle w:val="PageNumber"/>
        <w:rFonts w:ascii="Calibri" w:hAnsi="Calibri"/>
        <w:sz w:val="20"/>
        <w:szCs w:val="20"/>
      </w:rPr>
      <w:fldChar w:fldCharType="begin"/>
    </w:r>
    <w:r w:rsidRPr="006671D4">
      <w:rPr>
        <w:rStyle w:val="PageNumber"/>
        <w:rFonts w:ascii="Calibri" w:hAnsi="Calibri"/>
        <w:sz w:val="20"/>
        <w:szCs w:val="20"/>
      </w:rPr>
      <w:instrText xml:space="preserve">PAGE  </w:instrText>
    </w:r>
    <w:r w:rsidRPr="006671D4">
      <w:rPr>
        <w:rStyle w:val="PageNumber"/>
        <w:rFonts w:ascii="Calibri" w:hAnsi="Calibri"/>
        <w:sz w:val="20"/>
        <w:szCs w:val="20"/>
      </w:rPr>
      <w:fldChar w:fldCharType="separate"/>
    </w:r>
    <w:r w:rsidR="00A5665D">
      <w:rPr>
        <w:rStyle w:val="PageNumber"/>
        <w:rFonts w:ascii="Calibri" w:hAnsi="Calibri"/>
        <w:noProof/>
        <w:sz w:val="20"/>
        <w:szCs w:val="20"/>
      </w:rPr>
      <w:t>1</w:t>
    </w:r>
    <w:r w:rsidRPr="006671D4">
      <w:rPr>
        <w:rStyle w:val="PageNumber"/>
        <w:rFonts w:ascii="Calibri" w:hAnsi="Calibri"/>
        <w:sz w:val="20"/>
        <w:szCs w:val="20"/>
      </w:rPr>
      <w:fldChar w:fldCharType="end"/>
    </w:r>
  </w:p>
  <w:p w14:paraId="0629EF90" w14:textId="77777777" w:rsidR="0026668B" w:rsidRPr="006671D4" w:rsidRDefault="0026668B" w:rsidP="006671D4">
    <w:pPr>
      <w:pStyle w:val="Footer"/>
      <w:ind w:right="360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11E03" w14:textId="77777777" w:rsidR="00A5665D" w:rsidRDefault="00A5665D" w:rsidP="006671D4">
      <w:r>
        <w:separator/>
      </w:r>
    </w:p>
  </w:footnote>
  <w:footnote w:type="continuationSeparator" w:id="0">
    <w:p w14:paraId="4752A739" w14:textId="77777777" w:rsidR="00A5665D" w:rsidRDefault="00A5665D" w:rsidP="00667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5F4B"/>
    <w:multiLevelType w:val="hybridMultilevel"/>
    <w:tmpl w:val="038C8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473E"/>
    <w:multiLevelType w:val="hybridMultilevel"/>
    <w:tmpl w:val="A9D4A2E6"/>
    <w:lvl w:ilvl="0" w:tplc="C1D48AE6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hAnsi="Calibr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1F22BC"/>
    <w:multiLevelType w:val="hybridMultilevel"/>
    <w:tmpl w:val="7492AA24"/>
    <w:lvl w:ilvl="0" w:tplc="A874DA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43C65"/>
    <w:multiLevelType w:val="hybridMultilevel"/>
    <w:tmpl w:val="40C05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E1B89"/>
    <w:multiLevelType w:val="hybridMultilevel"/>
    <w:tmpl w:val="F9086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F32B9"/>
    <w:multiLevelType w:val="hybridMultilevel"/>
    <w:tmpl w:val="36CC9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01F4E"/>
    <w:multiLevelType w:val="hybridMultilevel"/>
    <w:tmpl w:val="42E6F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A2B1E"/>
    <w:multiLevelType w:val="hybridMultilevel"/>
    <w:tmpl w:val="9C5E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928BA"/>
    <w:multiLevelType w:val="hybridMultilevel"/>
    <w:tmpl w:val="4538E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52327"/>
    <w:multiLevelType w:val="hybridMultilevel"/>
    <w:tmpl w:val="7102D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65D35"/>
    <w:multiLevelType w:val="hybridMultilevel"/>
    <w:tmpl w:val="83327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32372"/>
    <w:multiLevelType w:val="hybridMultilevel"/>
    <w:tmpl w:val="0762A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21EE8"/>
    <w:multiLevelType w:val="hybridMultilevel"/>
    <w:tmpl w:val="BE0E9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473C2"/>
    <w:multiLevelType w:val="hybridMultilevel"/>
    <w:tmpl w:val="3CC47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94083"/>
    <w:multiLevelType w:val="hybridMultilevel"/>
    <w:tmpl w:val="522EF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11EC7"/>
    <w:multiLevelType w:val="hybridMultilevel"/>
    <w:tmpl w:val="D34CA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740226"/>
    <w:multiLevelType w:val="hybridMultilevel"/>
    <w:tmpl w:val="5052BC00"/>
    <w:lvl w:ilvl="0" w:tplc="4D40E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635C1"/>
    <w:multiLevelType w:val="hybridMultilevel"/>
    <w:tmpl w:val="D250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1328D"/>
    <w:multiLevelType w:val="hybridMultilevel"/>
    <w:tmpl w:val="5052BC00"/>
    <w:lvl w:ilvl="0" w:tplc="4D40E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D200F"/>
    <w:multiLevelType w:val="hybridMultilevel"/>
    <w:tmpl w:val="0C92C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06FF2"/>
    <w:multiLevelType w:val="hybridMultilevel"/>
    <w:tmpl w:val="C1F0C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18"/>
  </w:num>
  <w:num w:numId="6">
    <w:abstractNumId w:val="0"/>
  </w:num>
  <w:num w:numId="7">
    <w:abstractNumId w:val="11"/>
  </w:num>
  <w:num w:numId="8">
    <w:abstractNumId w:val="3"/>
  </w:num>
  <w:num w:numId="9">
    <w:abstractNumId w:val="14"/>
  </w:num>
  <w:num w:numId="10">
    <w:abstractNumId w:val="13"/>
  </w:num>
  <w:num w:numId="11">
    <w:abstractNumId w:val="21"/>
  </w:num>
  <w:num w:numId="12">
    <w:abstractNumId w:val="12"/>
  </w:num>
  <w:num w:numId="13">
    <w:abstractNumId w:val="1"/>
  </w:num>
  <w:num w:numId="14">
    <w:abstractNumId w:val="20"/>
  </w:num>
  <w:num w:numId="15">
    <w:abstractNumId w:val="4"/>
  </w:num>
  <w:num w:numId="16">
    <w:abstractNumId w:val="10"/>
  </w:num>
  <w:num w:numId="17">
    <w:abstractNumId w:val="15"/>
  </w:num>
  <w:num w:numId="18">
    <w:abstractNumId w:val="7"/>
  </w:num>
  <w:num w:numId="19">
    <w:abstractNumId w:val="16"/>
  </w:num>
  <w:num w:numId="20">
    <w:abstractNumId w:val="6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DD6"/>
    <w:rsid w:val="00031DD6"/>
    <w:rsid w:val="000A5846"/>
    <w:rsid w:val="000B489C"/>
    <w:rsid w:val="000C18A3"/>
    <w:rsid w:val="00126E1C"/>
    <w:rsid w:val="001415E6"/>
    <w:rsid w:val="00256EF0"/>
    <w:rsid w:val="0026668B"/>
    <w:rsid w:val="002F73E2"/>
    <w:rsid w:val="003E0BEB"/>
    <w:rsid w:val="00475ACE"/>
    <w:rsid w:val="004B4E83"/>
    <w:rsid w:val="006671D4"/>
    <w:rsid w:val="0072136A"/>
    <w:rsid w:val="00734832"/>
    <w:rsid w:val="007D3AB5"/>
    <w:rsid w:val="008A14B6"/>
    <w:rsid w:val="008F5559"/>
    <w:rsid w:val="009416D4"/>
    <w:rsid w:val="00944ABD"/>
    <w:rsid w:val="0096458E"/>
    <w:rsid w:val="00966DE1"/>
    <w:rsid w:val="009A45AB"/>
    <w:rsid w:val="009D6F30"/>
    <w:rsid w:val="00A5665D"/>
    <w:rsid w:val="00A93C37"/>
    <w:rsid w:val="00B25E3B"/>
    <w:rsid w:val="00B52514"/>
    <w:rsid w:val="00B849DB"/>
    <w:rsid w:val="00BD30A6"/>
    <w:rsid w:val="00C51656"/>
    <w:rsid w:val="00C918AE"/>
    <w:rsid w:val="00E07A51"/>
    <w:rsid w:val="00E1501A"/>
    <w:rsid w:val="00E46CD6"/>
    <w:rsid w:val="00E53046"/>
    <w:rsid w:val="00EA0EE7"/>
    <w:rsid w:val="00EB0F88"/>
    <w:rsid w:val="00F0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D7D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031D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671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1D4"/>
  </w:style>
  <w:style w:type="character" w:styleId="PageNumber">
    <w:name w:val="page number"/>
    <w:basedOn w:val="DefaultParagraphFont"/>
    <w:uiPriority w:val="99"/>
    <w:semiHidden/>
    <w:unhideWhenUsed/>
    <w:rsid w:val="006671D4"/>
  </w:style>
  <w:style w:type="paragraph" w:styleId="Header">
    <w:name w:val="header"/>
    <w:basedOn w:val="Normal"/>
    <w:link w:val="HeaderChar"/>
    <w:uiPriority w:val="99"/>
    <w:unhideWhenUsed/>
    <w:rsid w:val="006671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2</TotalTime>
  <Pages>5</Pages>
  <Words>471</Words>
  <Characters>2687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2018-01-05T12:48:00Z</cp:lastPrinted>
  <dcterms:created xsi:type="dcterms:W3CDTF">2018-01-05T13:53:00Z</dcterms:created>
  <dcterms:modified xsi:type="dcterms:W3CDTF">2018-01-05T13:54:00Z</dcterms:modified>
</cp:coreProperties>
</file>